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tblGrid>
      <w:tr w:rsidR="00DE798D" w:rsidRPr="00FC10AF" w:rsidTr="00D5289A">
        <w:tc>
          <w:tcPr>
            <w:tcW w:w="3527" w:type="dxa"/>
            <w:tcBorders>
              <w:top w:val="nil"/>
              <w:left w:val="nil"/>
              <w:bottom w:val="nil"/>
              <w:right w:val="nil"/>
            </w:tcBorders>
          </w:tcPr>
          <w:p w:rsidR="00DE798D" w:rsidRPr="00FC10AF" w:rsidRDefault="00DE798D" w:rsidP="00DE798D">
            <w:pPr>
              <w:rPr>
                <w:b/>
                <w:szCs w:val="24"/>
                <w:lang w:val="lt-LT" w:eastAsia="lt-LT"/>
              </w:rPr>
            </w:pPr>
          </w:p>
        </w:tc>
      </w:tr>
    </w:tbl>
    <w:p w:rsidR="00DE798D" w:rsidRPr="00D5289A" w:rsidRDefault="00DE798D" w:rsidP="00DE798D">
      <w:pPr>
        <w:jc w:val="center"/>
        <w:rPr>
          <w:szCs w:val="24"/>
          <w:lang w:val="lt-LT"/>
        </w:rPr>
      </w:pPr>
    </w:p>
    <w:p w:rsidR="00DE798D" w:rsidRDefault="008E215C" w:rsidP="00DE798D">
      <w:pPr>
        <w:jc w:val="center"/>
        <w:rPr>
          <w:lang w:val="lt-LT"/>
        </w:rPr>
      </w:pPr>
      <w:r>
        <w:rPr>
          <w:noProof/>
          <w:lang w:val="lt-LT" w:eastAsia="lt-LT"/>
        </w:rPr>
        <w:drawing>
          <wp:inline distT="0" distB="0" distL="0" distR="0" wp14:anchorId="3CBE3BC7" wp14:editId="3CBE3BC8">
            <wp:extent cx="552450" cy="561975"/>
            <wp:effectExtent l="0" t="0" r="0" b="9525"/>
            <wp:docPr id="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561975"/>
                    </a:xfrm>
                    <a:prstGeom prst="rect">
                      <a:avLst/>
                    </a:prstGeom>
                    <a:noFill/>
                    <a:ln>
                      <a:noFill/>
                    </a:ln>
                  </pic:spPr>
                </pic:pic>
              </a:graphicData>
            </a:graphic>
          </wp:inline>
        </w:drawing>
      </w:r>
    </w:p>
    <w:p w:rsidR="00DE798D" w:rsidRPr="00B50078" w:rsidRDefault="00F36A25" w:rsidP="00DE798D">
      <w:pPr>
        <w:jc w:val="center"/>
        <w:rPr>
          <w:vanish/>
          <w:color w:val="FFFFFF"/>
          <w:sz w:val="2"/>
          <w:szCs w:val="2"/>
          <w:lang w:val="lt-LT"/>
        </w:rPr>
      </w:pPr>
      <w:r w:rsidRPr="00B50078">
        <w:rPr>
          <w:vanish/>
          <w:color w:val="FFFFFF"/>
          <w:sz w:val="2"/>
          <w:szCs w:val="2"/>
          <w:lang w:val="lt-LT"/>
        </w:rPr>
        <w:fldChar w:fldCharType="begin">
          <w:ffData>
            <w:name w:val="DokRusis"/>
            <w:enabled w:val="0"/>
            <w:calcOnExit w:val="0"/>
            <w:textInput>
              <w:default w:val="RAŠTAS"/>
            </w:textInput>
          </w:ffData>
        </w:fldChar>
      </w:r>
      <w:r w:rsidR="00DE798D" w:rsidRPr="00B50078">
        <w:rPr>
          <w:vanish/>
          <w:color w:val="FFFFFF"/>
          <w:sz w:val="2"/>
          <w:szCs w:val="2"/>
          <w:lang w:val="lt-LT"/>
        </w:rPr>
        <w:instrText xml:space="preserve"> FORMTEXT </w:instrText>
      </w:r>
      <w:r w:rsidRPr="00B50078">
        <w:rPr>
          <w:vanish/>
          <w:color w:val="FFFFFF"/>
          <w:sz w:val="2"/>
          <w:szCs w:val="2"/>
          <w:lang w:val="lt-LT"/>
        </w:rPr>
      </w:r>
      <w:r w:rsidRPr="00B50078">
        <w:rPr>
          <w:vanish/>
          <w:color w:val="FFFFFF"/>
          <w:sz w:val="2"/>
          <w:szCs w:val="2"/>
          <w:lang w:val="lt-LT"/>
        </w:rPr>
        <w:fldChar w:fldCharType="separate"/>
      </w:r>
      <w:r w:rsidR="00DE798D" w:rsidRPr="00B50078">
        <w:rPr>
          <w:noProof/>
          <w:vanish/>
          <w:color w:val="FFFFFF"/>
          <w:sz w:val="2"/>
          <w:szCs w:val="2"/>
          <w:lang w:val="lt-LT"/>
        </w:rPr>
        <w:t>RAŠTAS</w:t>
      </w:r>
      <w:r w:rsidRPr="00B50078">
        <w:rPr>
          <w:vanish/>
          <w:color w:val="FFFFFF"/>
          <w:sz w:val="2"/>
          <w:szCs w:val="2"/>
          <w:lang w:val="lt-LT"/>
        </w:rPr>
        <w:fldChar w:fldCharType="end"/>
      </w:r>
    </w:p>
    <w:p w:rsidR="00DE798D" w:rsidRDefault="00DE798D" w:rsidP="00DE798D">
      <w:pPr>
        <w:jc w:val="center"/>
        <w:rPr>
          <w:b/>
          <w:caps/>
          <w:lang w:val="lt-LT"/>
        </w:rPr>
      </w:pPr>
    </w:p>
    <w:p w:rsidR="00DE798D" w:rsidRDefault="00DE798D" w:rsidP="00DE798D">
      <w:pPr>
        <w:jc w:val="center"/>
        <w:rPr>
          <w:b/>
          <w:caps/>
          <w:lang w:val="lt-LT"/>
        </w:rPr>
      </w:pPr>
      <w:r>
        <w:rPr>
          <w:b/>
          <w:caps/>
          <w:lang w:val="lt-LT"/>
        </w:rPr>
        <w:t xml:space="preserve"> </w:t>
      </w:r>
      <w:r w:rsidR="00D5289A">
        <w:rPr>
          <w:b/>
          <w:caps/>
          <w:lang w:val="lt-LT"/>
        </w:rPr>
        <w:fldChar w:fldCharType="begin">
          <w:ffData>
            <w:name w:val=""/>
            <w:enabled w:val="0"/>
            <w:calcOnExit w:val="0"/>
            <w:helpText w:type="text" w:val="Sudarytojo pavadinimas"/>
            <w:statusText w:type="text" w:val="Sudarytojo pavadinimas"/>
            <w:textInput>
              <w:default w:val="LIETUVOS RESPUBLIKOS SOCIALINĖS APSAUGOS IR DARBO MINISTERIJA"/>
              <w:format w:val="Didžiosios raidės"/>
            </w:textInput>
          </w:ffData>
        </w:fldChar>
      </w:r>
      <w:r w:rsidR="00D5289A">
        <w:rPr>
          <w:b/>
          <w:caps/>
          <w:lang w:val="lt-LT"/>
        </w:rPr>
        <w:instrText xml:space="preserve"> FORMTEXT </w:instrText>
      </w:r>
      <w:r w:rsidR="00D5289A">
        <w:rPr>
          <w:b/>
          <w:caps/>
          <w:lang w:val="lt-LT"/>
        </w:rPr>
      </w:r>
      <w:r w:rsidR="00D5289A">
        <w:rPr>
          <w:b/>
          <w:caps/>
          <w:lang w:val="lt-LT"/>
        </w:rPr>
        <w:fldChar w:fldCharType="separate"/>
      </w:r>
      <w:r w:rsidR="00D5289A">
        <w:rPr>
          <w:b/>
          <w:caps/>
          <w:noProof/>
          <w:lang w:val="lt-LT"/>
        </w:rPr>
        <w:t>LIETUVOS RESPUBLIKOS SOCIALINĖS APSAUGOS IR DARBO MINISTERIJA</w:t>
      </w:r>
      <w:r w:rsidR="00D5289A">
        <w:rPr>
          <w:b/>
          <w:caps/>
          <w:lang w:val="lt-LT"/>
        </w:rPr>
        <w:fldChar w:fldCharType="end"/>
      </w:r>
    </w:p>
    <w:p w:rsidR="00DE798D" w:rsidRPr="00D5289A" w:rsidRDefault="00DE798D" w:rsidP="00DE798D">
      <w:pPr>
        <w:jc w:val="center"/>
        <w:rPr>
          <w:b/>
          <w:caps/>
          <w:lang w:val="lt-LT"/>
        </w:rPr>
      </w:pPr>
    </w:p>
    <w:p w:rsidR="00DE798D" w:rsidRPr="000D6049" w:rsidRDefault="00910852" w:rsidP="00DE798D">
      <w:pPr>
        <w:jc w:val="center"/>
        <w:rPr>
          <w:sz w:val="18"/>
          <w:szCs w:val="18"/>
          <w:lang w:val="lt-LT"/>
        </w:rPr>
      </w:pPr>
      <w:r w:rsidRPr="000D6049">
        <w:rPr>
          <w:sz w:val="18"/>
          <w:szCs w:val="18"/>
          <w:lang w:val="lt-LT"/>
        </w:rPr>
        <w:t>B</w:t>
      </w:r>
      <w:r w:rsidR="00DE798D" w:rsidRPr="000D6049">
        <w:rPr>
          <w:sz w:val="18"/>
          <w:szCs w:val="18"/>
          <w:lang w:val="lt-LT"/>
        </w:rPr>
        <w:t>iudžetinė įstaiga, A.Vivulskio g. 11, LT-03</w:t>
      </w:r>
      <w:r w:rsidR="0051544E">
        <w:rPr>
          <w:sz w:val="18"/>
          <w:szCs w:val="18"/>
          <w:lang w:val="lt-LT"/>
        </w:rPr>
        <w:t>162</w:t>
      </w:r>
      <w:r w:rsidR="00DE798D" w:rsidRPr="000D6049">
        <w:rPr>
          <w:sz w:val="18"/>
          <w:szCs w:val="18"/>
          <w:lang w:val="lt-LT"/>
        </w:rPr>
        <w:t xml:space="preserve"> Vilnius,  tel. (8 5) 266 8176, (8 5) 266 8169, faks. (8 5) 266 4209,</w:t>
      </w:r>
    </w:p>
    <w:p w:rsidR="00DE798D" w:rsidRPr="000D6049" w:rsidRDefault="00DE798D" w:rsidP="00DE798D">
      <w:pPr>
        <w:jc w:val="center"/>
        <w:rPr>
          <w:sz w:val="18"/>
          <w:szCs w:val="18"/>
          <w:lang w:val="lt-LT"/>
        </w:rPr>
      </w:pPr>
      <w:r w:rsidRPr="000D6049">
        <w:rPr>
          <w:sz w:val="18"/>
          <w:szCs w:val="18"/>
          <w:lang w:val="lt-LT"/>
        </w:rPr>
        <w:t xml:space="preserve">el. p.  </w:t>
      </w:r>
      <w:hyperlink r:id="rId9" w:history="1">
        <w:r w:rsidRPr="000D6049">
          <w:rPr>
            <w:rStyle w:val="Hipersaitas"/>
            <w:sz w:val="18"/>
            <w:szCs w:val="18"/>
            <w:lang w:val="lt-LT"/>
          </w:rPr>
          <w:t>post@socmin.lt</w:t>
        </w:r>
      </w:hyperlink>
      <w:r w:rsidRPr="000D6049">
        <w:rPr>
          <w:color w:val="000000"/>
          <w:sz w:val="18"/>
          <w:szCs w:val="18"/>
          <w:lang w:val="lt-LT"/>
        </w:rPr>
        <w:t>,</w:t>
      </w:r>
      <w:r w:rsidR="0025399C" w:rsidRPr="000D6049">
        <w:rPr>
          <w:sz w:val="18"/>
          <w:szCs w:val="18"/>
        </w:rPr>
        <w:t xml:space="preserve"> </w:t>
      </w:r>
      <w:hyperlink r:id="rId10" w:history="1">
        <w:r w:rsidR="0025399C" w:rsidRPr="000D6049">
          <w:rPr>
            <w:rStyle w:val="Hipersaitas"/>
            <w:sz w:val="18"/>
            <w:szCs w:val="18"/>
          </w:rPr>
          <w:t>https://socmin.lrv.lt</w:t>
        </w:r>
      </w:hyperlink>
      <w:r w:rsidRPr="000D6049">
        <w:rPr>
          <w:sz w:val="18"/>
          <w:szCs w:val="18"/>
          <w:lang w:val="lt-LT"/>
        </w:rPr>
        <w:t>. Duomenys kaupiami ir saugomi Juridinių asmenų registre, kodas 1886 03515</w:t>
      </w:r>
    </w:p>
    <w:p w:rsidR="00DE798D" w:rsidRPr="006F23D8" w:rsidRDefault="00DE798D" w:rsidP="00691B6C">
      <w:pPr>
        <w:pStyle w:val="Porat"/>
        <w:jc w:val="center"/>
        <w:rPr>
          <w:sz w:val="16"/>
          <w:szCs w:val="16"/>
          <w:lang w:val="lt-LT"/>
        </w:rPr>
      </w:pPr>
      <w:r w:rsidRPr="006F23D8">
        <w:rPr>
          <w:sz w:val="16"/>
          <w:szCs w:val="16"/>
          <w:lang w:val="lt-LT"/>
        </w:rPr>
        <w:t>________________</w:t>
      </w:r>
      <w:r>
        <w:rPr>
          <w:sz w:val="16"/>
          <w:szCs w:val="16"/>
          <w:lang w:val="lt-LT"/>
        </w:rPr>
        <w:t>_____________________________</w:t>
      </w:r>
      <w:r w:rsidRPr="006F23D8">
        <w:rPr>
          <w:sz w:val="16"/>
          <w:szCs w:val="16"/>
          <w:lang w:val="lt-LT"/>
        </w:rPr>
        <w:t>___________________________________________________</w:t>
      </w:r>
      <w:r w:rsidR="00691B6C">
        <w:rPr>
          <w:sz w:val="16"/>
          <w:szCs w:val="16"/>
          <w:lang w:val="lt-LT"/>
        </w:rPr>
        <w:t>____</w:t>
      </w:r>
    </w:p>
    <w:p w:rsidR="00DE798D" w:rsidRPr="006F23D8" w:rsidRDefault="00DE798D" w:rsidP="00DE798D">
      <w:pPr>
        <w:spacing w:line="360" w:lineRule="auto"/>
        <w:rPr>
          <w:b/>
          <w:caps/>
          <w:szCs w:val="24"/>
          <w:lang w:val="lt-LT"/>
        </w:rPr>
      </w:pPr>
    </w:p>
    <w:tbl>
      <w:tblPr>
        <w:tblW w:w="0" w:type="auto"/>
        <w:tblLook w:val="01E0" w:firstRow="1" w:lastRow="1" w:firstColumn="1" w:lastColumn="1" w:noHBand="0" w:noVBand="0"/>
      </w:tblPr>
      <w:tblGrid>
        <w:gridCol w:w="4877"/>
        <w:gridCol w:w="1539"/>
        <w:gridCol w:w="3223"/>
      </w:tblGrid>
      <w:tr w:rsidR="009651AC" w:rsidRPr="00495437" w:rsidTr="00C02ECB">
        <w:trPr>
          <w:trHeight w:val="135"/>
        </w:trPr>
        <w:tc>
          <w:tcPr>
            <w:tcW w:w="4928" w:type="dxa"/>
            <w:vMerge w:val="restart"/>
          </w:tcPr>
          <w:p w:rsidR="00F52399" w:rsidRDefault="00495437" w:rsidP="00B6108E">
            <w:pPr>
              <w:rPr>
                <w:szCs w:val="24"/>
                <w:lang w:val="lt-LT"/>
              </w:rPr>
            </w:pPr>
            <w:r w:rsidRPr="00495437">
              <w:rPr>
                <w:szCs w:val="24"/>
                <w:lang w:val="lt-LT"/>
              </w:rPr>
              <w:t xml:space="preserve">UAB </w:t>
            </w:r>
            <w:r>
              <w:rPr>
                <w:szCs w:val="24"/>
                <w:lang w:val="lt-LT"/>
              </w:rPr>
              <w:t>„</w:t>
            </w:r>
            <w:r w:rsidRPr="00495437">
              <w:rPr>
                <w:szCs w:val="24"/>
                <w:lang w:val="lt-LT"/>
              </w:rPr>
              <w:t>NETCODE</w:t>
            </w:r>
            <w:r>
              <w:rPr>
                <w:szCs w:val="24"/>
                <w:lang w:val="lt-LT"/>
              </w:rPr>
              <w:t>“</w:t>
            </w:r>
          </w:p>
          <w:p w:rsidR="00495437" w:rsidRPr="00CE0D6D" w:rsidRDefault="00495437" w:rsidP="00B6108E">
            <w:pPr>
              <w:rPr>
                <w:szCs w:val="24"/>
                <w:lang w:val="lt-LT"/>
              </w:rPr>
            </w:pPr>
            <w:r>
              <w:rPr>
                <w:szCs w:val="24"/>
                <w:lang w:val="lt-LT"/>
              </w:rPr>
              <w:t xml:space="preserve">El. p. </w:t>
            </w:r>
            <w:hyperlink r:id="rId11" w:history="1">
              <w:r w:rsidRPr="00C64418">
                <w:rPr>
                  <w:rStyle w:val="Hipersaitas"/>
                  <w:szCs w:val="24"/>
                  <w:lang w:val="lt-LT"/>
                </w:rPr>
                <w:t>info@netcode.lt</w:t>
              </w:r>
            </w:hyperlink>
          </w:p>
        </w:tc>
        <w:tc>
          <w:tcPr>
            <w:tcW w:w="1559" w:type="dxa"/>
          </w:tcPr>
          <w:p w:rsidR="009F242E" w:rsidRPr="00CE0D6D" w:rsidRDefault="009F242E" w:rsidP="00C02ECB">
            <w:pPr>
              <w:rPr>
                <w:szCs w:val="24"/>
                <w:lang w:val="lt-LT"/>
              </w:rPr>
            </w:pPr>
            <w:r w:rsidRPr="00495437">
              <w:rPr>
                <w:szCs w:val="24"/>
                <w:lang w:val="lt-LT"/>
              </w:rPr>
              <w:fldChar w:fldCharType="begin">
                <w:ffData>
                  <w:name w:val="registravimoData"/>
                  <w:enabled/>
                  <w:calcOnExit w:val="0"/>
                  <w:textInput>
                    <w:maxLength w:val="1"/>
                  </w:textInput>
                </w:ffData>
              </w:fldChar>
            </w:r>
            <w:r w:rsidRPr="00495437">
              <w:rPr>
                <w:szCs w:val="24"/>
                <w:lang w:val="lt-LT"/>
              </w:rPr>
              <w:instrText xml:space="preserve"> FORMTEXT </w:instrText>
            </w:r>
            <w:r w:rsidRPr="00495437">
              <w:rPr>
                <w:szCs w:val="24"/>
                <w:lang w:val="lt-LT"/>
              </w:rPr>
            </w:r>
            <w:r w:rsidRPr="00495437">
              <w:rPr>
                <w:szCs w:val="24"/>
                <w:lang w:val="lt-LT"/>
              </w:rPr>
              <w:fldChar w:fldCharType="separate"/>
            </w:r>
            <w:r w:rsidRPr="00495437">
              <w:rPr>
                <w:szCs w:val="24"/>
                <w:lang w:val="lt-LT"/>
              </w:rPr>
              <w:t> </w:t>
            </w:r>
            <w:r w:rsidRPr="00495437">
              <w:rPr>
                <w:szCs w:val="24"/>
                <w:lang w:val="lt-LT"/>
              </w:rPr>
              <w:fldChar w:fldCharType="end"/>
            </w:r>
          </w:p>
        </w:tc>
        <w:tc>
          <w:tcPr>
            <w:tcW w:w="3268" w:type="dxa"/>
          </w:tcPr>
          <w:p w:rsidR="009F242E" w:rsidRPr="00495437" w:rsidRDefault="009F242E" w:rsidP="005420FD">
            <w:pPr>
              <w:rPr>
                <w:szCs w:val="24"/>
                <w:lang w:val="lt-LT"/>
              </w:rPr>
            </w:pPr>
            <w:r w:rsidRPr="00495437">
              <w:rPr>
                <w:szCs w:val="24"/>
                <w:lang w:val="lt-LT"/>
              </w:rPr>
              <w:t xml:space="preserve">Nr. </w:t>
            </w:r>
            <w:r w:rsidRPr="00495437">
              <w:rPr>
                <w:szCs w:val="24"/>
                <w:lang w:val="lt-LT"/>
              </w:rPr>
              <w:fldChar w:fldCharType="begin">
                <w:ffData>
                  <w:name w:val="registravimoData"/>
                  <w:enabled/>
                  <w:calcOnExit w:val="0"/>
                  <w:textInput>
                    <w:maxLength w:val="1"/>
                  </w:textInput>
                </w:ffData>
              </w:fldChar>
            </w:r>
            <w:r w:rsidRPr="00495437">
              <w:rPr>
                <w:szCs w:val="24"/>
                <w:lang w:val="lt-LT"/>
              </w:rPr>
              <w:instrText xml:space="preserve"> FORMTEXT </w:instrText>
            </w:r>
            <w:r w:rsidRPr="00495437">
              <w:rPr>
                <w:szCs w:val="24"/>
                <w:lang w:val="lt-LT"/>
              </w:rPr>
            </w:r>
            <w:r w:rsidRPr="00495437">
              <w:rPr>
                <w:szCs w:val="24"/>
                <w:lang w:val="lt-LT"/>
              </w:rPr>
              <w:fldChar w:fldCharType="separate"/>
            </w:r>
            <w:r w:rsidRPr="00495437">
              <w:rPr>
                <w:szCs w:val="24"/>
                <w:lang w:val="lt-LT"/>
              </w:rPr>
              <w:t> </w:t>
            </w:r>
            <w:r w:rsidRPr="00495437">
              <w:rPr>
                <w:szCs w:val="24"/>
                <w:lang w:val="lt-LT"/>
              </w:rPr>
              <w:fldChar w:fldCharType="end"/>
            </w:r>
          </w:p>
        </w:tc>
      </w:tr>
      <w:tr w:rsidR="009651AC" w:rsidRPr="00CE0D6D" w:rsidTr="00C02ECB">
        <w:trPr>
          <w:trHeight w:val="135"/>
        </w:trPr>
        <w:tc>
          <w:tcPr>
            <w:tcW w:w="4928" w:type="dxa"/>
            <w:vMerge/>
          </w:tcPr>
          <w:p w:rsidR="009F242E" w:rsidRPr="00CE0D6D" w:rsidRDefault="009F242E" w:rsidP="00C02ECB">
            <w:pPr>
              <w:rPr>
                <w:szCs w:val="24"/>
                <w:lang w:val="lt-LT"/>
              </w:rPr>
            </w:pPr>
          </w:p>
        </w:tc>
        <w:tc>
          <w:tcPr>
            <w:tcW w:w="1559" w:type="dxa"/>
          </w:tcPr>
          <w:p w:rsidR="009F242E" w:rsidRPr="00CE0D6D" w:rsidRDefault="009F242E" w:rsidP="00F00E9C">
            <w:pPr>
              <w:rPr>
                <w:szCs w:val="24"/>
                <w:lang w:val="lt-LT"/>
              </w:rPr>
            </w:pPr>
          </w:p>
        </w:tc>
        <w:tc>
          <w:tcPr>
            <w:tcW w:w="3268" w:type="dxa"/>
          </w:tcPr>
          <w:p w:rsidR="009F242E" w:rsidRPr="00CE0D6D" w:rsidRDefault="009F242E" w:rsidP="00C02ECB">
            <w:pPr>
              <w:rPr>
                <w:szCs w:val="24"/>
                <w:lang w:val="lt-LT"/>
              </w:rPr>
            </w:pPr>
          </w:p>
        </w:tc>
      </w:tr>
      <w:tr w:rsidR="009651AC" w:rsidRPr="00CE0D6D" w:rsidTr="00C02ECB">
        <w:trPr>
          <w:trHeight w:val="135"/>
        </w:trPr>
        <w:tc>
          <w:tcPr>
            <w:tcW w:w="4928" w:type="dxa"/>
            <w:vMerge/>
          </w:tcPr>
          <w:p w:rsidR="009F242E" w:rsidRPr="00CE0D6D" w:rsidRDefault="009F242E" w:rsidP="00C02ECB">
            <w:pPr>
              <w:rPr>
                <w:szCs w:val="24"/>
                <w:lang w:val="lt-LT"/>
              </w:rPr>
            </w:pPr>
          </w:p>
        </w:tc>
        <w:tc>
          <w:tcPr>
            <w:tcW w:w="1559" w:type="dxa"/>
          </w:tcPr>
          <w:p w:rsidR="009F242E" w:rsidRPr="00CE0D6D" w:rsidRDefault="009F242E" w:rsidP="00C02ECB">
            <w:pPr>
              <w:rPr>
                <w:szCs w:val="24"/>
                <w:lang w:val="lt-LT"/>
              </w:rPr>
            </w:pPr>
          </w:p>
        </w:tc>
        <w:tc>
          <w:tcPr>
            <w:tcW w:w="3268" w:type="dxa"/>
          </w:tcPr>
          <w:p w:rsidR="009F242E" w:rsidRPr="00CE0D6D" w:rsidRDefault="009F242E" w:rsidP="00C02ECB">
            <w:pPr>
              <w:rPr>
                <w:szCs w:val="24"/>
                <w:lang w:val="lt-LT"/>
              </w:rPr>
            </w:pPr>
          </w:p>
        </w:tc>
      </w:tr>
    </w:tbl>
    <w:p w:rsidR="00DE798D" w:rsidRPr="00985521" w:rsidRDefault="00DE798D" w:rsidP="00DE798D">
      <w:pPr>
        <w:jc w:val="center"/>
        <w:rPr>
          <w:b/>
          <w:caps/>
          <w:lang w:val="lt-LT"/>
        </w:rPr>
      </w:pPr>
    </w:p>
    <w:p w:rsidR="00996D9E" w:rsidRDefault="00996D9E" w:rsidP="00996D9E">
      <w:pPr>
        <w:rPr>
          <w:b/>
          <w:caps/>
          <w:lang w:val="lt-LT"/>
        </w:rPr>
      </w:pPr>
      <w:r w:rsidRPr="006D10BA">
        <w:rPr>
          <w:b/>
          <w:caps/>
          <w:lang w:val="lt-LT"/>
        </w:rPr>
        <w:t xml:space="preserve">DĖL </w:t>
      </w:r>
      <w:r w:rsidR="00495437">
        <w:rPr>
          <w:b/>
          <w:caps/>
          <w:lang w:val="lt-LT"/>
        </w:rPr>
        <w:t>įvykdytos sutarties</w:t>
      </w:r>
    </w:p>
    <w:p w:rsidR="00F52399" w:rsidRDefault="00F52399" w:rsidP="00996D9E">
      <w:pPr>
        <w:rPr>
          <w:szCs w:val="24"/>
          <w:lang w:val="lt-LT"/>
        </w:rPr>
      </w:pPr>
    </w:p>
    <w:p w:rsidR="00495437" w:rsidRDefault="00495437" w:rsidP="00AE4F9F">
      <w:pPr>
        <w:ind w:firstLine="851"/>
        <w:jc w:val="both"/>
        <w:rPr>
          <w:lang w:val="lt-LT"/>
        </w:rPr>
      </w:pPr>
      <w:r w:rsidRPr="00495437">
        <w:rPr>
          <w:lang w:val="lt-LT"/>
        </w:rPr>
        <w:t xml:space="preserve">Pažymime, kad UAB „Netcode“ kartu su jungtinės veiklos partnere UAB „Nevda“ laikotarpiu nuo 2018 m. gegužės 4 d. iki 2019 m. liepos 18 d. įvykdė </w:t>
      </w:r>
      <w:r w:rsidRPr="00495437">
        <w:rPr>
          <w:b/>
          <w:bCs/>
          <w:lang w:val="lt-LT"/>
        </w:rPr>
        <w:t>Nacionalinės duomenų mainų su kitomis ES valstybėmis narėmis aplikacijos integravimo į SPIS paslaugų sutartį</w:t>
      </w:r>
      <w:r w:rsidRPr="00495437">
        <w:rPr>
          <w:lang w:val="lt-LT"/>
        </w:rPr>
        <w:t>. Sutarties vertė</w:t>
      </w:r>
      <w:r>
        <w:rPr>
          <w:lang w:val="lt-LT"/>
        </w:rPr>
        <w:t xml:space="preserve"> </w:t>
      </w:r>
      <w:r w:rsidRPr="00495437">
        <w:rPr>
          <w:lang w:val="lt-LT"/>
        </w:rPr>
        <w:t>173</w:t>
      </w:r>
      <w:r>
        <w:rPr>
          <w:lang w:val="lt-LT"/>
        </w:rPr>
        <w:t xml:space="preserve"> </w:t>
      </w:r>
      <w:r w:rsidRPr="00495437">
        <w:rPr>
          <w:lang w:val="lt-LT"/>
        </w:rPr>
        <w:t xml:space="preserve">368,80 EUR </w:t>
      </w:r>
      <w:r>
        <w:rPr>
          <w:lang w:val="lt-LT"/>
        </w:rPr>
        <w:t>su</w:t>
      </w:r>
      <w:r w:rsidRPr="00495437">
        <w:rPr>
          <w:lang w:val="lt-LT"/>
        </w:rPr>
        <w:t xml:space="preserve"> PVM. </w:t>
      </w:r>
    </w:p>
    <w:p w:rsidR="00495437" w:rsidRPr="00495437" w:rsidRDefault="00495437" w:rsidP="00AE4F9F">
      <w:pPr>
        <w:ind w:firstLine="851"/>
        <w:jc w:val="both"/>
        <w:rPr>
          <w:lang w:val="lt-LT"/>
        </w:rPr>
      </w:pPr>
      <w:r w:rsidRPr="00495437">
        <w:rPr>
          <w:lang w:val="lt-LT"/>
        </w:rPr>
        <w:t>Šios sutarties apimtyje buvo realizuota nacionalinė duomenų mainų su kitomis ES valstybėmis narėmis aplikacija ir integruota su socialinės paramos šeimai informacine sistema (SPIS). Sukurta nacionalinė aplikacija užtikrina Lietuvos Respublikos socialinės apsaugos ir darbo ministerijos kompetencijos srities struktūrizuotų</w:t>
      </w:r>
      <w:r>
        <w:rPr>
          <w:lang w:val="lt-LT"/>
        </w:rPr>
        <w:t xml:space="preserve"> elektroninių</w:t>
      </w:r>
      <w:r w:rsidRPr="00495437">
        <w:rPr>
          <w:lang w:val="lt-LT"/>
        </w:rPr>
        <w:t xml:space="preserve"> dokumentų (</w:t>
      </w:r>
      <w:r>
        <w:rPr>
          <w:lang w:val="lt-LT"/>
        </w:rPr>
        <w:t xml:space="preserve">toliau – </w:t>
      </w:r>
      <w:r w:rsidRPr="00495437">
        <w:rPr>
          <w:lang w:val="lt-LT"/>
        </w:rPr>
        <w:t xml:space="preserve">SED) tvarkymą ir bei apsikeitimą su kitomis ES </w:t>
      </w:r>
      <w:r w:rsidR="00AE4F9F" w:rsidRPr="00495437">
        <w:rPr>
          <w:lang w:val="lt-LT"/>
        </w:rPr>
        <w:t>valstybėmis narėmis</w:t>
      </w:r>
      <w:r w:rsidRPr="00495437">
        <w:rPr>
          <w:lang w:val="lt-LT"/>
        </w:rPr>
        <w:t xml:space="preserve">. Projekto metu realizuotas duomenų apsikeitimas tarp </w:t>
      </w:r>
      <w:r w:rsidR="00AE4F9F">
        <w:rPr>
          <w:lang w:val="lt-LT"/>
        </w:rPr>
        <w:t xml:space="preserve">Europos Komisijos sukurtos programinės įrangos </w:t>
      </w:r>
      <w:r w:rsidRPr="00495437">
        <w:rPr>
          <w:lang w:val="lt-LT"/>
        </w:rPr>
        <w:t xml:space="preserve">RINA (angl. </w:t>
      </w:r>
      <w:r w:rsidRPr="00AE4F9F">
        <w:rPr>
          <w:i/>
          <w:iCs/>
          <w:lang w:val="lt-LT"/>
        </w:rPr>
        <w:t>Reference Implementation of a National Application</w:t>
      </w:r>
      <w:r w:rsidRPr="00495437">
        <w:rPr>
          <w:lang w:val="lt-LT"/>
        </w:rPr>
        <w:t>) ir SPIS naudojant integracinį modulį, kuris užtikrina:</w:t>
      </w:r>
    </w:p>
    <w:p w:rsidR="00495437" w:rsidRPr="00495437" w:rsidRDefault="00495437" w:rsidP="00AE4F9F">
      <w:pPr>
        <w:pStyle w:val="Sraopastraipa"/>
        <w:numPr>
          <w:ilvl w:val="0"/>
          <w:numId w:val="8"/>
        </w:numPr>
        <w:ind w:firstLine="851"/>
        <w:jc w:val="both"/>
        <w:rPr>
          <w:lang w:val="lt-LT"/>
        </w:rPr>
      </w:pPr>
      <w:r w:rsidRPr="00495437">
        <w:rPr>
          <w:lang w:val="lt-LT"/>
        </w:rPr>
        <w:t>Vieningo prisijungimo  galimybę pereinant iš SPIS portalo į RINA</w:t>
      </w:r>
      <w:r w:rsidR="00AE4F9F">
        <w:rPr>
          <w:lang w:val="lt-LT"/>
        </w:rPr>
        <w:t>;</w:t>
      </w:r>
    </w:p>
    <w:p w:rsidR="00495437" w:rsidRPr="00495437" w:rsidRDefault="00495437" w:rsidP="00AE4F9F">
      <w:pPr>
        <w:pStyle w:val="Sraopastraipa"/>
        <w:numPr>
          <w:ilvl w:val="0"/>
          <w:numId w:val="8"/>
        </w:numPr>
        <w:ind w:firstLine="851"/>
        <w:jc w:val="both"/>
        <w:rPr>
          <w:lang w:val="lt-LT"/>
        </w:rPr>
      </w:pPr>
      <w:r w:rsidRPr="00495437">
        <w:rPr>
          <w:lang w:val="lt-LT"/>
        </w:rPr>
        <w:t>Duomenų perdavimą iš SPIS į RINA automatiniam SED užpildymui</w:t>
      </w:r>
      <w:r w:rsidR="00AE4F9F">
        <w:rPr>
          <w:lang w:val="lt-LT"/>
        </w:rPr>
        <w:t>;</w:t>
      </w:r>
    </w:p>
    <w:p w:rsidR="00495437" w:rsidRPr="00495437" w:rsidRDefault="00495437" w:rsidP="00AE4F9F">
      <w:pPr>
        <w:pStyle w:val="Sraopastraipa"/>
        <w:numPr>
          <w:ilvl w:val="0"/>
          <w:numId w:val="8"/>
        </w:numPr>
        <w:ind w:firstLine="851"/>
        <w:jc w:val="both"/>
        <w:rPr>
          <w:lang w:val="lt-LT"/>
        </w:rPr>
      </w:pPr>
      <w:r w:rsidRPr="00495437">
        <w:rPr>
          <w:lang w:val="lt-LT"/>
        </w:rPr>
        <w:t>RINA pranešimų siuntimas į SPIS naudotojo darbo paskyrą</w:t>
      </w:r>
      <w:r w:rsidR="00AE4F9F">
        <w:rPr>
          <w:lang w:val="lt-LT"/>
        </w:rPr>
        <w:t>.</w:t>
      </w:r>
    </w:p>
    <w:p w:rsidR="00495437" w:rsidRPr="00495437" w:rsidRDefault="00495437" w:rsidP="00AE4F9F">
      <w:pPr>
        <w:ind w:firstLine="851"/>
        <w:jc w:val="both"/>
        <w:rPr>
          <w:lang w:val="lt-LT"/>
        </w:rPr>
      </w:pPr>
      <w:r w:rsidRPr="00495437">
        <w:rPr>
          <w:lang w:val="lt-LT"/>
        </w:rPr>
        <w:t xml:space="preserve">Integracinis modulis sukurtas laikantis į paslaugas orientuotos architektūros principų (angl. </w:t>
      </w:r>
      <w:r w:rsidRPr="00AE4F9F">
        <w:rPr>
          <w:i/>
          <w:iCs/>
          <w:lang w:val="lt-LT"/>
        </w:rPr>
        <w:t>Service Oriented Architecture</w:t>
      </w:r>
      <w:r w:rsidRPr="00495437">
        <w:rPr>
          <w:lang w:val="lt-LT"/>
        </w:rPr>
        <w:t xml:space="preserve">, SOA), moduliai išskaidyti į atskirus mikroservisus, kurie tarpusavyje bendrauja per REST servisus, vidinio kodo programavimui naudojamos Java technologijos Spring Boot ir Spring karkasai (angl. </w:t>
      </w:r>
      <w:r w:rsidRPr="00AE4F9F">
        <w:rPr>
          <w:i/>
          <w:iCs/>
          <w:lang w:val="lt-LT"/>
        </w:rPr>
        <w:t>framework</w:t>
      </w:r>
      <w:r w:rsidRPr="00495437">
        <w:rPr>
          <w:lang w:val="lt-LT"/>
        </w:rPr>
        <w:t xml:space="preserve">), duomenų bazių valdymo sistemos – PostgreSQL. Integracija tarp SPIS ir RINA realizuota panaudojant REST ir SOAP tipo žiniatinklio paslaugos, pranešimai siunčiami JSON ir XML formatais. Vieningam naudotojų prisijungimui (SSO - </w:t>
      </w:r>
      <w:r w:rsidRPr="00AE4F9F">
        <w:rPr>
          <w:i/>
          <w:iCs/>
          <w:lang w:val="lt-LT"/>
        </w:rPr>
        <w:t>Single Sign On</w:t>
      </w:r>
      <w:r w:rsidRPr="00495437">
        <w:rPr>
          <w:lang w:val="lt-LT"/>
        </w:rPr>
        <w:t>) užtikrinti panaudotas CAS (</w:t>
      </w:r>
      <w:r w:rsidRPr="00AE4F9F">
        <w:rPr>
          <w:i/>
          <w:iCs/>
          <w:lang w:val="lt-LT"/>
        </w:rPr>
        <w:t>Central Authentication Service</w:t>
      </w:r>
      <w:r w:rsidRPr="00495437">
        <w:rPr>
          <w:lang w:val="lt-LT"/>
        </w:rPr>
        <w:t>) protokolas.</w:t>
      </w:r>
    </w:p>
    <w:p w:rsidR="00290B3B" w:rsidRPr="00495437" w:rsidRDefault="00495437" w:rsidP="00AE4F9F">
      <w:pPr>
        <w:ind w:firstLine="851"/>
        <w:jc w:val="both"/>
        <w:rPr>
          <w:szCs w:val="24"/>
          <w:lang w:val="lt-LT"/>
        </w:rPr>
      </w:pPr>
      <w:r w:rsidRPr="00495437">
        <w:rPr>
          <w:lang w:val="lt-LT"/>
        </w:rPr>
        <w:t>Projekte dalyvavo šie pagrindiniai specialistai: Projektų vadovas, IS architektas - Skirmantas Šermukšnis, Programuotojai/DB specialistai/integravimo specialistai - Aurimas Savickas, Gaudrimas Tunkevičius, Mindaugas Ribakauskas, Mantas Stoškus, IT saugumo specialistas – Mindaugas Aputis, Testavimo specialistas – Žydrūnas Skardžius.</w:t>
      </w:r>
    </w:p>
    <w:p w:rsidR="00A340D0" w:rsidRPr="00A340D0" w:rsidRDefault="00A340D0" w:rsidP="00A340D0">
      <w:pPr>
        <w:widowControl w:val="0"/>
        <w:autoSpaceDE w:val="0"/>
        <w:autoSpaceDN w:val="0"/>
        <w:adjustRightInd w:val="0"/>
        <w:ind w:firstLine="1134"/>
        <w:contextualSpacing/>
        <w:jc w:val="both"/>
        <w:rPr>
          <w:szCs w:val="24"/>
          <w:lang w:val="lt-LT"/>
        </w:rPr>
      </w:pPr>
      <w:r w:rsidRPr="00D77EA2">
        <w:rPr>
          <w:color w:val="000000" w:themeColor="text1"/>
          <w:szCs w:val="24"/>
          <w:lang w:val="lt-LT"/>
        </w:rPr>
        <w:t xml:space="preserve"> </w:t>
      </w:r>
    </w:p>
    <w:p w:rsidR="00142FB1" w:rsidRPr="002907D6" w:rsidRDefault="00142FB1" w:rsidP="002C19F6">
      <w:pPr>
        <w:ind w:firstLine="851"/>
        <w:jc w:val="both"/>
        <w:rPr>
          <w:szCs w:val="24"/>
          <w:lang w:val="lt-LT"/>
        </w:rPr>
      </w:pPr>
    </w:p>
    <w:tbl>
      <w:tblPr>
        <w:tblW w:w="0" w:type="auto"/>
        <w:tblInd w:w="108" w:type="dxa"/>
        <w:tblLook w:val="01E0" w:firstRow="1" w:lastRow="1" w:firstColumn="1" w:lastColumn="1" w:noHBand="0" w:noVBand="0"/>
      </w:tblPr>
      <w:tblGrid>
        <w:gridCol w:w="4462"/>
        <w:gridCol w:w="5069"/>
      </w:tblGrid>
      <w:tr w:rsidR="009F242E" w:rsidRPr="002907D6" w:rsidTr="00C02ECB">
        <w:tc>
          <w:tcPr>
            <w:tcW w:w="4535" w:type="dxa"/>
          </w:tcPr>
          <w:p w:rsidR="008D0E0E" w:rsidRPr="008D0E0E" w:rsidRDefault="008D0E0E" w:rsidP="008D0E0E">
            <w:pPr>
              <w:shd w:val="clear" w:color="auto" w:fill="FFFFFF"/>
              <w:rPr>
                <w:szCs w:val="24"/>
                <w:lang w:val="lt-LT"/>
              </w:rPr>
            </w:pPr>
            <w:r>
              <w:rPr>
                <w:szCs w:val="24"/>
                <w:lang w:val="lt-LT"/>
              </w:rPr>
              <w:t>T</w:t>
            </w:r>
            <w:r w:rsidR="00B254D7" w:rsidRPr="007642E2">
              <w:rPr>
                <w:szCs w:val="24"/>
                <w:lang w:val="lt-LT"/>
              </w:rPr>
              <w:t xml:space="preserve">arptautinio bendradarbiavimo </w:t>
            </w:r>
            <w:r>
              <w:rPr>
                <w:szCs w:val="24"/>
                <w:lang w:val="lt-LT"/>
              </w:rPr>
              <w:t>skyriaus v</w:t>
            </w:r>
            <w:r w:rsidRPr="008D0E0E">
              <w:rPr>
                <w:szCs w:val="24"/>
                <w:lang w:val="lt-LT"/>
              </w:rPr>
              <w:t>yresnioji patarėja, atliekanti skyriaus vedėjo funkcijas</w:t>
            </w:r>
          </w:p>
          <w:p w:rsidR="009F242E" w:rsidRPr="002907D6" w:rsidRDefault="00B254D7" w:rsidP="002C19F6">
            <w:pPr>
              <w:shd w:val="clear" w:color="auto" w:fill="FFFFFF"/>
              <w:rPr>
                <w:szCs w:val="24"/>
                <w:lang w:val="lt-LT"/>
              </w:rPr>
            </w:pPr>
            <w:r>
              <w:rPr>
                <w:szCs w:val="24"/>
                <w:lang w:val="lt-LT"/>
              </w:rPr>
              <w:t xml:space="preserve"> </w:t>
            </w:r>
          </w:p>
        </w:tc>
        <w:tc>
          <w:tcPr>
            <w:tcW w:w="5185" w:type="dxa"/>
          </w:tcPr>
          <w:p w:rsidR="009F242E" w:rsidRPr="002907D6" w:rsidRDefault="008D0E0E" w:rsidP="002C19F6">
            <w:pPr>
              <w:jc w:val="right"/>
              <w:rPr>
                <w:szCs w:val="24"/>
                <w:lang w:val="lt-LT"/>
              </w:rPr>
            </w:pPr>
            <w:r>
              <w:rPr>
                <w:szCs w:val="24"/>
                <w:lang w:val="lt-LT"/>
              </w:rPr>
              <w:t>Mariana Žiukienė</w:t>
            </w:r>
          </w:p>
        </w:tc>
      </w:tr>
    </w:tbl>
    <w:p w:rsidR="009F242E" w:rsidRDefault="009F242E" w:rsidP="002C19F6">
      <w:pPr>
        <w:rPr>
          <w:sz w:val="16"/>
          <w:szCs w:val="16"/>
          <w:lang w:val="lt-LT"/>
        </w:rPr>
      </w:pPr>
    </w:p>
    <w:p w:rsidR="0055117E" w:rsidRDefault="0055117E" w:rsidP="00DE798D">
      <w:pPr>
        <w:rPr>
          <w:szCs w:val="24"/>
          <w:lang w:val="lt-LT"/>
        </w:rPr>
      </w:pPr>
    </w:p>
    <w:p w:rsidR="0055117E" w:rsidRDefault="0055117E" w:rsidP="00DE798D">
      <w:pPr>
        <w:rPr>
          <w:szCs w:val="24"/>
          <w:lang w:val="lt-LT"/>
        </w:rPr>
        <w:sectPr w:rsidR="0055117E" w:rsidSect="0048018E">
          <w:headerReference w:type="default" r:id="rId12"/>
          <w:footerReference w:type="default" r:id="rId13"/>
          <w:type w:val="continuous"/>
          <w:pgSz w:w="11906" w:h="16838"/>
          <w:pgMar w:top="1134" w:right="566" w:bottom="567" w:left="1701" w:header="720" w:footer="319" w:gutter="0"/>
          <w:cols w:space="720"/>
          <w:formProt w:val="0"/>
          <w:docGrid w:linePitch="360"/>
        </w:sectPr>
      </w:pPr>
    </w:p>
    <w:tbl>
      <w:tblPr>
        <w:tblW w:w="0" w:type="auto"/>
        <w:tblLook w:val="01E0" w:firstRow="1" w:lastRow="1" w:firstColumn="1" w:lastColumn="1" w:noHBand="0" w:noVBand="0"/>
      </w:tblPr>
      <w:tblGrid>
        <w:gridCol w:w="9540"/>
      </w:tblGrid>
      <w:tr w:rsidR="009F242E" w:rsidRPr="00CE0D6D" w:rsidTr="00937F16">
        <w:tc>
          <w:tcPr>
            <w:tcW w:w="9756" w:type="dxa"/>
          </w:tcPr>
          <w:p w:rsidR="009F242E" w:rsidRPr="004E5237" w:rsidRDefault="004E5237" w:rsidP="00831E26">
            <w:pPr>
              <w:rPr>
                <w:szCs w:val="24"/>
                <w:lang w:val="en-US"/>
              </w:rPr>
            </w:pPr>
            <w:r>
              <w:rPr>
                <w:szCs w:val="24"/>
              </w:rPr>
              <w:t>Mariana Žiukienė</w:t>
            </w:r>
            <w:r w:rsidR="009F242E" w:rsidRPr="00CF288D">
              <w:rPr>
                <w:szCs w:val="24"/>
              </w:rPr>
              <w:t xml:space="preserve">, </w:t>
            </w:r>
            <w:r w:rsidR="00CA6FC2">
              <w:rPr>
                <w:szCs w:val="24"/>
              </w:rPr>
              <w:t>mob</w:t>
            </w:r>
            <w:r w:rsidR="009F242E" w:rsidRPr="00CF288D">
              <w:rPr>
                <w:szCs w:val="24"/>
              </w:rPr>
              <w:t xml:space="preserve">. </w:t>
            </w:r>
            <w:r w:rsidR="00937F16" w:rsidRPr="00937F16">
              <w:rPr>
                <w:szCs w:val="24"/>
              </w:rPr>
              <w:t>8</w:t>
            </w:r>
            <w:r w:rsidR="00831E26">
              <w:rPr>
                <w:rFonts w:eastAsiaTheme="minorEastAsia" w:cs="Tahoma"/>
                <w:noProof/>
                <w:lang w:eastAsia="lt-LT"/>
              </w:rPr>
              <w:t xml:space="preserve"> 615 17397</w:t>
            </w:r>
            <w:r w:rsidR="009F242E" w:rsidRPr="00CF288D">
              <w:rPr>
                <w:szCs w:val="24"/>
              </w:rPr>
              <w:fldChar w:fldCharType="begin">
                <w:ffData>
                  <w:name w:val="rengejoNuorodaTel"/>
                  <w:enabled/>
                  <w:calcOnExit w:val="0"/>
                  <w:textInput>
                    <w:default w:val="&lt;tel. numeris&gt;"/>
                  </w:textInput>
                </w:ffData>
              </w:fldChar>
            </w:r>
            <w:r w:rsidR="009F242E" w:rsidRPr="00CF288D">
              <w:rPr>
                <w:szCs w:val="24"/>
              </w:rPr>
              <w:instrText xml:space="preserve"> FORMTEXT </w:instrText>
            </w:r>
            <w:r w:rsidR="009F242E" w:rsidRPr="00CF288D">
              <w:rPr>
                <w:szCs w:val="24"/>
              </w:rPr>
            </w:r>
            <w:r w:rsidR="009F242E" w:rsidRPr="00CF288D">
              <w:rPr>
                <w:szCs w:val="24"/>
              </w:rPr>
              <w:fldChar w:fldCharType="separate"/>
            </w:r>
            <w:r w:rsidR="009F242E" w:rsidRPr="00CF288D">
              <w:rPr>
                <w:szCs w:val="24"/>
              </w:rPr>
              <w:fldChar w:fldCharType="end"/>
            </w:r>
            <w:r w:rsidR="009F242E" w:rsidRPr="00CF288D">
              <w:rPr>
                <w:szCs w:val="24"/>
              </w:rPr>
              <w:t>,</w:t>
            </w:r>
            <w:r w:rsidR="009F242E" w:rsidRPr="009955C7">
              <w:rPr>
                <w:szCs w:val="24"/>
              </w:rPr>
              <w:t xml:space="preserve"> el.</w:t>
            </w:r>
            <w:r w:rsidR="00C02ECB">
              <w:rPr>
                <w:szCs w:val="24"/>
              </w:rPr>
              <w:t xml:space="preserve"> </w:t>
            </w:r>
            <w:r w:rsidR="009F242E" w:rsidRPr="009955C7">
              <w:rPr>
                <w:szCs w:val="24"/>
              </w:rPr>
              <w:t xml:space="preserve">p. </w:t>
            </w:r>
            <w:r w:rsidR="009F242E" w:rsidRPr="009955C7">
              <w:rPr>
                <w:szCs w:val="24"/>
              </w:rPr>
              <w:fldChar w:fldCharType="begin">
                <w:ffData>
                  <w:name w:val="rengejoNuorodaEmail"/>
                  <w:enabled/>
                  <w:calcOnExit w:val="0"/>
                  <w:textInput>
                    <w:default w:val="&lt;rengėjo e. paštas&gt;"/>
                  </w:textInput>
                </w:ffData>
              </w:fldChar>
            </w:r>
            <w:r w:rsidR="009F242E" w:rsidRPr="009955C7">
              <w:rPr>
                <w:szCs w:val="24"/>
              </w:rPr>
              <w:instrText xml:space="preserve"> FORMTEXT </w:instrText>
            </w:r>
            <w:r w:rsidR="009F242E" w:rsidRPr="009955C7">
              <w:rPr>
                <w:szCs w:val="24"/>
              </w:rPr>
            </w:r>
            <w:r w:rsidR="009F242E" w:rsidRPr="009955C7">
              <w:rPr>
                <w:szCs w:val="24"/>
              </w:rPr>
              <w:fldChar w:fldCharType="separate"/>
            </w:r>
            <w:r w:rsidR="009F242E" w:rsidRPr="009955C7">
              <w:rPr>
                <w:szCs w:val="24"/>
              </w:rPr>
              <w:fldChar w:fldCharType="end"/>
            </w:r>
            <w:hyperlink r:id="rId14" w:history="1">
              <w:r w:rsidR="00F621FC" w:rsidRPr="00DB172E">
                <w:rPr>
                  <w:rStyle w:val="Hipersaitas"/>
                  <w:szCs w:val="24"/>
                </w:rPr>
                <w:t>mariana.ziukiene</w:t>
              </w:r>
              <w:r w:rsidR="00F621FC" w:rsidRPr="00DB172E">
                <w:rPr>
                  <w:rStyle w:val="Hipersaitas"/>
                  <w:szCs w:val="24"/>
                  <w:lang w:val="en-US"/>
                </w:rPr>
                <w:t>@socmin.lt</w:t>
              </w:r>
            </w:hyperlink>
          </w:p>
        </w:tc>
      </w:tr>
      <w:tr w:rsidR="00937F16" w:rsidRPr="00CE0D6D" w:rsidTr="00937F16">
        <w:tc>
          <w:tcPr>
            <w:tcW w:w="9756" w:type="dxa"/>
          </w:tcPr>
          <w:p w:rsidR="00937F16" w:rsidRDefault="00937F16" w:rsidP="00EB6625">
            <w:pPr>
              <w:rPr>
                <w:szCs w:val="24"/>
              </w:rPr>
            </w:pPr>
          </w:p>
        </w:tc>
      </w:tr>
    </w:tbl>
    <w:p w:rsidR="00934AD6" w:rsidRDefault="00934AD6" w:rsidP="0016106B"/>
    <w:sectPr w:rsidR="00934AD6" w:rsidSect="0048018E">
      <w:type w:val="continuous"/>
      <w:pgSz w:w="11906" w:h="16838"/>
      <w:pgMar w:top="1701" w:right="566" w:bottom="1134" w:left="1800" w:header="720" w:footer="3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9165E" w:rsidRDefault="0089165E">
      <w:r>
        <w:separator/>
      </w:r>
    </w:p>
  </w:endnote>
  <w:endnote w:type="continuationSeparator" w:id="0">
    <w:p w:rsidR="0089165E" w:rsidRDefault="0089165E">
      <w:r>
        <w:continuationSeparator/>
      </w:r>
    </w:p>
  </w:endnote>
  <w:endnote w:type="continuationNotice" w:id="1">
    <w:p w:rsidR="0089165E" w:rsidRDefault="008916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EUAlbertina">
    <w:altName w:val="Cambria"/>
    <w:charset w:val="00"/>
    <w:family w:val="auto"/>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A332E" w:rsidRPr="008F74DB" w:rsidRDefault="00DA332E" w:rsidP="00DE798D">
    <w:pPr>
      <w:pStyle w:val="Pora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9165E" w:rsidRDefault="0089165E">
      <w:r>
        <w:separator/>
      </w:r>
    </w:p>
  </w:footnote>
  <w:footnote w:type="continuationSeparator" w:id="0">
    <w:p w:rsidR="0089165E" w:rsidRDefault="0089165E">
      <w:r>
        <w:continuationSeparator/>
      </w:r>
    </w:p>
  </w:footnote>
  <w:footnote w:type="continuationNotice" w:id="1">
    <w:p w:rsidR="0089165E" w:rsidRDefault="008916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A332E" w:rsidRDefault="00DA332E">
    <w:pPr>
      <w:pStyle w:val="Antrats"/>
      <w:jc w:val="center"/>
    </w:pPr>
    <w:r>
      <w:fldChar w:fldCharType="begin"/>
    </w:r>
    <w:r>
      <w:instrText xml:space="preserve"> PAGE   \* MERGEFORMAT </w:instrText>
    </w:r>
    <w:r>
      <w:fldChar w:fldCharType="separate"/>
    </w:r>
    <w:r w:rsidR="00831E26">
      <w:rPr>
        <w:noProof/>
      </w:rPr>
      <w:t>1</w:t>
    </w:r>
    <w:r>
      <w:rPr>
        <w:noProof/>
      </w:rPr>
      <w:fldChar w:fldCharType="end"/>
    </w:r>
  </w:p>
  <w:p w:rsidR="00DA332E" w:rsidRDefault="00DA332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2091"/>
    <w:multiLevelType w:val="hybridMultilevel"/>
    <w:tmpl w:val="BE622B8E"/>
    <w:lvl w:ilvl="0" w:tplc="CBBEDBCC">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1" w15:restartNumberingAfterBreak="0">
    <w:nsid w:val="02372E48"/>
    <w:multiLevelType w:val="hybridMultilevel"/>
    <w:tmpl w:val="BAE2F4E4"/>
    <w:lvl w:ilvl="0" w:tplc="80B29182">
      <w:start w:val="1"/>
      <w:numFmt w:val="bullet"/>
      <w:lvlText w:val="-"/>
      <w:lvlJc w:val="left"/>
      <w:pPr>
        <w:ind w:left="0" w:hanging="360"/>
      </w:pPr>
      <w:rPr>
        <w:rFonts w:ascii="Times New Roman" w:eastAsia="Times New Roman" w:hAnsi="Times New Roman" w:cs="Times New Roman"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2" w15:restartNumberingAfterBreak="0">
    <w:nsid w:val="086662B5"/>
    <w:multiLevelType w:val="hybridMultilevel"/>
    <w:tmpl w:val="AD900E14"/>
    <w:lvl w:ilvl="0" w:tplc="F2F8940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24B86D6C"/>
    <w:multiLevelType w:val="hybridMultilevel"/>
    <w:tmpl w:val="416E6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D35DBD"/>
    <w:multiLevelType w:val="hybridMultilevel"/>
    <w:tmpl w:val="D8B06984"/>
    <w:lvl w:ilvl="0" w:tplc="5FA825A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56066C5F"/>
    <w:multiLevelType w:val="hybridMultilevel"/>
    <w:tmpl w:val="37E6EC18"/>
    <w:lvl w:ilvl="0" w:tplc="A56CAA5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63E4724A"/>
    <w:multiLevelType w:val="hybridMultilevel"/>
    <w:tmpl w:val="E7263C9E"/>
    <w:lvl w:ilvl="0" w:tplc="F2206494">
      <w:start w:val="1"/>
      <w:numFmt w:val="decimal"/>
      <w:lvlText w:val="%1."/>
      <w:lvlJc w:val="left"/>
      <w:pPr>
        <w:ind w:left="720" w:hanging="360"/>
      </w:pPr>
      <w:rPr>
        <w:rFonts w:ascii="Times New Roman" w:hAnsi="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71D53EA"/>
    <w:multiLevelType w:val="hybridMultilevel"/>
    <w:tmpl w:val="9EEC5B6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86594433">
    <w:abstractNumId w:val="4"/>
  </w:num>
  <w:num w:numId="2" w16cid:durableId="2055543675">
    <w:abstractNumId w:val="6"/>
  </w:num>
  <w:num w:numId="3" w16cid:durableId="1878472582">
    <w:abstractNumId w:val="5"/>
  </w:num>
  <w:num w:numId="4" w16cid:durableId="2026636910">
    <w:abstractNumId w:val="7"/>
  </w:num>
  <w:num w:numId="5" w16cid:durableId="1341273703">
    <w:abstractNumId w:val="2"/>
  </w:num>
  <w:num w:numId="6" w16cid:durableId="627049914">
    <w:abstractNumId w:val="0"/>
  </w:num>
  <w:num w:numId="7" w16cid:durableId="1510631636">
    <w:abstractNumId w:val="3"/>
  </w:num>
  <w:num w:numId="8" w16cid:durableId="20271673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readOnly" w:enforcement="1" w:cryptProviderType="rsaAES" w:cryptAlgorithmClass="hash" w:cryptAlgorithmType="typeAny" w:cryptAlgorithmSid="14" w:cryptSpinCount="100000" w:hash="30DoOiM1vfGjaXF9CXdua5J1DgPNP+mDjK9nJ4j1O3AO+cHwsOomsUnWmdOtQRBs9btKgDFCPGrtK1F1Ej1WPA==" w:salt="gXYKb6xzLYP474TrniQv2Q=="/>
  <w:defaultTabStop w:val="1296"/>
  <w:hyphenationZone w:val="396"/>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B3C"/>
    <w:rsid w:val="00003B2A"/>
    <w:rsid w:val="000202BF"/>
    <w:rsid w:val="00031120"/>
    <w:rsid w:val="00031491"/>
    <w:rsid w:val="00032B97"/>
    <w:rsid w:val="00032ECA"/>
    <w:rsid w:val="0003609C"/>
    <w:rsid w:val="00047C2F"/>
    <w:rsid w:val="00051928"/>
    <w:rsid w:val="000526EB"/>
    <w:rsid w:val="00054D4D"/>
    <w:rsid w:val="0005585F"/>
    <w:rsid w:val="00061806"/>
    <w:rsid w:val="000619D4"/>
    <w:rsid w:val="00061C14"/>
    <w:rsid w:val="00063173"/>
    <w:rsid w:val="00063DDD"/>
    <w:rsid w:val="00065EA0"/>
    <w:rsid w:val="00066E5B"/>
    <w:rsid w:val="0007109E"/>
    <w:rsid w:val="00074B27"/>
    <w:rsid w:val="000977DB"/>
    <w:rsid w:val="000A6860"/>
    <w:rsid w:val="000A6E2E"/>
    <w:rsid w:val="000C15B4"/>
    <w:rsid w:val="000C3E59"/>
    <w:rsid w:val="000D0630"/>
    <w:rsid w:val="000D0BC4"/>
    <w:rsid w:val="000D6049"/>
    <w:rsid w:val="000F679C"/>
    <w:rsid w:val="001114DF"/>
    <w:rsid w:val="001123C8"/>
    <w:rsid w:val="00116113"/>
    <w:rsid w:val="00122236"/>
    <w:rsid w:val="00125B28"/>
    <w:rsid w:val="001266BF"/>
    <w:rsid w:val="00126F15"/>
    <w:rsid w:val="0013246D"/>
    <w:rsid w:val="00134C18"/>
    <w:rsid w:val="00134D25"/>
    <w:rsid w:val="00142DBF"/>
    <w:rsid w:val="00142FB1"/>
    <w:rsid w:val="001524A9"/>
    <w:rsid w:val="00156762"/>
    <w:rsid w:val="0016106B"/>
    <w:rsid w:val="00165ED0"/>
    <w:rsid w:val="00170C51"/>
    <w:rsid w:val="001728BA"/>
    <w:rsid w:val="00175A93"/>
    <w:rsid w:val="00183DF6"/>
    <w:rsid w:val="0018726F"/>
    <w:rsid w:val="0019163D"/>
    <w:rsid w:val="001922DB"/>
    <w:rsid w:val="001B184B"/>
    <w:rsid w:val="001B270B"/>
    <w:rsid w:val="001C33BD"/>
    <w:rsid w:val="001D425B"/>
    <w:rsid w:val="001E1D98"/>
    <w:rsid w:val="00200415"/>
    <w:rsid w:val="00211C5A"/>
    <w:rsid w:val="002125AF"/>
    <w:rsid w:val="0021771D"/>
    <w:rsid w:val="002256C2"/>
    <w:rsid w:val="00232D8E"/>
    <w:rsid w:val="00246426"/>
    <w:rsid w:val="0025399C"/>
    <w:rsid w:val="00257614"/>
    <w:rsid w:val="00266153"/>
    <w:rsid w:val="002777B2"/>
    <w:rsid w:val="00277C91"/>
    <w:rsid w:val="00281BE4"/>
    <w:rsid w:val="00282517"/>
    <w:rsid w:val="00283E8B"/>
    <w:rsid w:val="0028798A"/>
    <w:rsid w:val="002907D6"/>
    <w:rsid w:val="00290B3B"/>
    <w:rsid w:val="00295499"/>
    <w:rsid w:val="002A7939"/>
    <w:rsid w:val="002B0129"/>
    <w:rsid w:val="002B0659"/>
    <w:rsid w:val="002B73D4"/>
    <w:rsid w:val="002C19F6"/>
    <w:rsid w:val="002C28C7"/>
    <w:rsid w:val="002C620D"/>
    <w:rsid w:val="002C73A8"/>
    <w:rsid w:val="002D67C8"/>
    <w:rsid w:val="002E6E46"/>
    <w:rsid w:val="002F0D8A"/>
    <w:rsid w:val="002F20BD"/>
    <w:rsid w:val="00300B5A"/>
    <w:rsid w:val="003072FB"/>
    <w:rsid w:val="00310D74"/>
    <w:rsid w:val="00316263"/>
    <w:rsid w:val="003249FB"/>
    <w:rsid w:val="00326D97"/>
    <w:rsid w:val="0034099C"/>
    <w:rsid w:val="003559B3"/>
    <w:rsid w:val="003664A4"/>
    <w:rsid w:val="0037420B"/>
    <w:rsid w:val="00376A8C"/>
    <w:rsid w:val="00376AD1"/>
    <w:rsid w:val="003773EE"/>
    <w:rsid w:val="003A202E"/>
    <w:rsid w:val="003A3DED"/>
    <w:rsid w:val="003A44BB"/>
    <w:rsid w:val="003A6618"/>
    <w:rsid w:val="003A77FB"/>
    <w:rsid w:val="003B5104"/>
    <w:rsid w:val="003E578E"/>
    <w:rsid w:val="00407F96"/>
    <w:rsid w:val="004145E6"/>
    <w:rsid w:val="00414A12"/>
    <w:rsid w:val="0041521C"/>
    <w:rsid w:val="00421412"/>
    <w:rsid w:val="00422CAE"/>
    <w:rsid w:val="00427D00"/>
    <w:rsid w:val="00431FD8"/>
    <w:rsid w:val="004327F7"/>
    <w:rsid w:val="00440333"/>
    <w:rsid w:val="00440D02"/>
    <w:rsid w:val="00450ECD"/>
    <w:rsid w:val="00452B58"/>
    <w:rsid w:val="00453231"/>
    <w:rsid w:val="00457926"/>
    <w:rsid w:val="004701FF"/>
    <w:rsid w:val="00473B71"/>
    <w:rsid w:val="004743DF"/>
    <w:rsid w:val="0048018E"/>
    <w:rsid w:val="00484E20"/>
    <w:rsid w:val="00493690"/>
    <w:rsid w:val="00495437"/>
    <w:rsid w:val="004A69C5"/>
    <w:rsid w:val="004D1A46"/>
    <w:rsid w:val="004D489E"/>
    <w:rsid w:val="004E5237"/>
    <w:rsid w:val="00503DFC"/>
    <w:rsid w:val="0051544E"/>
    <w:rsid w:val="00515956"/>
    <w:rsid w:val="0052712C"/>
    <w:rsid w:val="00530901"/>
    <w:rsid w:val="00532988"/>
    <w:rsid w:val="00534254"/>
    <w:rsid w:val="00535F2E"/>
    <w:rsid w:val="005420FD"/>
    <w:rsid w:val="005478CE"/>
    <w:rsid w:val="0055117E"/>
    <w:rsid w:val="00553201"/>
    <w:rsid w:val="00553EC4"/>
    <w:rsid w:val="00554302"/>
    <w:rsid w:val="00554987"/>
    <w:rsid w:val="005555BA"/>
    <w:rsid w:val="0056665E"/>
    <w:rsid w:val="0056738D"/>
    <w:rsid w:val="00576C15"/>
    <w:rsid w:val="005807A2"/>
    <w:rsid w:val="00581A2F"/>
    <w:rsid w:val="00581CE2"/>
    <w:rsid w:val="00587FC2"/>
    <w:rsid w:val="00595806"/>
    <w:rsid w:val="005B4000"/>
    <w:rsid w:val="005E2173"/>
    <w:rsid w:val="005F4BAE"/>
    <w:rsid w:val="006035A6"/>
    <w:rsid w:val="006043F3"/>
    <w:rsid w:val="006055DC"/>
    <w:rsid w:val="00607B50"/>
    <w:rsid w:val="006148D2"/>
    <w:rsid w:val="00615AA1"/>
    <w:rsid w:val="00621D7A"/>
    <w:rsid w:val="006515AE"/>
    <w:rsid w:val="00651D2D"/>
    <w:rsid w:val="0065626A"/>
    <w:rsid w:val="0066268A"/>
    <w:rsid w:val="00675A69"/>
    <w:rsid w:val="006811D2"/>
    <w:rsid w:val="00684486"/>
    <w:rsid w:val="00685B5C"/>
    <w:rsid w:val="00690190"/>
    <w:rsid w:val="00691B6C"/>
    <w:rsid w:val="006A0BD8"/>
    <w:rsid w:val="006A3960"/>
    <w:rsid w:val="006B70DC"/>
    <w:rsid w:val="006C365D"/>
    <w:rsid w:val="006C4F33"/>
    <w:rsid w:val="006D3E65"/>
    <w:rsid w:val="006D719F"/>
    <w:rsid w:val="006E04C4"/>
    <w:rsid w:val="006E1A28"/>
    <w:rsid w:val="006E5FE6"/>
    <w:rsid w:val="006F0269"/>
    <w:rsid w:val="006F05CD"/>
    <w:rsid w:val="006F42E6"/>
    <w:rsid w:val="00700F1B"/>
    <w:rsid w:val="00703914"/>
    <w:rsid w:val="0070454A"/>
    <w:rsid w:val="00711B19"/>
    <w:rsid w:val="007426FD"/>
    <w:rsid w:val="00747F4D"/>
    <w:rsid w:val="00761B27"/>
    <w:rsid w:val="00763D72"/>
    <w:rsid w:val="00766D16"/>
    <w:rsid w:val="00767AC5"/>
    <w:rsid w:val="00771015"/>
    <w:rsid w:val="007746E9"/>
    <w:rsid w:val="00781B3C"/>
    <w:rsid w:val="0078305B"/>
    <w:rsid w:val="007900C8"/>
    <w:rsid w:val="00792F70"/>
    <w:rsid w:val="00794194"/>
    <w:rsid w:val="00797826"/>
    <w:rsid w:val="007978C6"/>
    <w:rsid w:val="007A2441"/>
    <w:rsid w:val="007A7A53"/>
    <w:rsid w:val="007B3B3F"/>
    <w:rsid w:val="007B6B7B"/>
    <w:rsid w:val="007D1F1B"/>
    <w:rsid w:val="007D6A70"/>
    <w:rsid w:val="007D6E7C"/>
    <w:rsid w:val="007E0211"/>
    <w:rsid w:val="007F22A2"/>
    <w:rsid w:val="007F49A7"/>
    <w:rsid w:val="0080556D"/>
    <w:rsid w:val="00830EAA"/>
    <w:rsid w:val="0083156A"/>
    <w:rsid w:val="00831E26"/>
    <w:rsid w:val="00841F59"/>
    <w:rsid w:val="00852E16"/>
    <w:rsid w:val="00853979"/>
    <w:rsid w:val="00854A01"/>
    <w:rsid w:val="00857E48"/>
    <w:rsid w:val="00860205"/>
    <w:rsid w:val="00873B7B"/>
    <w:rsid w:val="00874BD5"/>
    <w:rsid w:val="0087708B"/>
    <w:rsid w:val="00884745"/>
    <w:rsid w:val="00887008"/>
    <w:rsid w:val="008873CF"/>
    <w:rsid w:val="0089165E"/>
    <w:rsid w:val="00892344"/>
    <w:rsid w:val="0089435D"/>
    <w:rsid w:val="00895B20"/>
    <w:rsid w:val="008A2F12"/>
    <w:rsid w:val="008A3095"/>
    <w:rsid w:val="008A620A"/>
    <w:rsid w:val="008B369A"/>
    <w:rsid w:val="008D0E0E"/>
    <w:rsid w:val="008D542C"/>
    <w:rsid w:val="008E1D22"/>
    <w:rsid w:val="008E215C"/>
    <w:rsid w:val="008F5235"/>
    <w:rsid w:val="00910852"/>
    <w:rsid w:val="00912EAE"/>
    <w:rsid w:val="00914DA8"/>
    <w:rsid w:val="00934AD6"/>
    <w:rsid w:val="00937F16"/>
    <w:rsid w:val="009458DC"/>
    <w:rsid w:val="009512E3"/>
    <w:rsid w:val="00955934"/>
    <w:rsid w:val="009651AC"/>
    <w:rsid w:val="00966D33"/>
    <w:rsid w:val="0097124C"/>
    <w:rsid w:val="00996D9E"/>
    <w:rsid w:val="0099773A"/>
    <w:rsid w:val="00997EEF"/>
    <w:rsid w:val="009C51C8"/>
    <w:rsid w:val="009C76CA"/>
    <w:rsid w:val="009D5B5C"/>
    <w:rsid w:val="009E3695"/>
    <w:rsid w:val="009F242E"/>
    <w:rsid w:val="009F257B"/>
    <w:rsid w:val="009F7F36"/>
    <w:rsid w:val="00A01AB9"/>
    <w:rsid w:val="00A079A5"/>
    <w:rsid w:val="00A10960"/>
    <w:rsid w:val="00A340D0"/>
    <w:rsid w:val="00A35DD5"/>
    <w:rsid w:val="00A375EA"/>
    <w:rsid w:val="00A503F3"/>
    <w:rsid w:val="00A52006"/>
    <w:rsid w:val="00A555D2"/>
    <w:rsid w:val="00A66910"/>
    <w:rsid w:val="00A75D0F"/>
    <w:rsid w:val="00A8373B"/>
    <w:rsid w:val="00A85595"/>
    <w:rsid w:val="00A87A36"/>
    <w:rsid w:val="00AB3E4C"/>
    <w:rsid w:val="00AB571F"/>
    <w:rsid w:val="00AB5D13"/>
    <w:rsid w:val="00AC6B1A"/>
    <w:rsid w:val="00AE4C8F"/>
    <w:rsid w:val="00AE4F9F"/>
    <w:rsid w:val="00B00675"/>
    <w:rsid w:val="00B11208"/>
    <w:rsid w:val="00B11E99"/>
    <w:rsid w:val="00B15B54"/>
    <w:rsid w:val="00B226E5"/>
    <w:rsid w:val="00B229E7"/>
    <w:rsid w:val="00B24900"/>
    <w:rsid w:val="00B254D7"/>
    <w:rsid w:val="00B25E86"/>
    <w:rsid w:val="00B51489"/>
    <w:rsid w:val="00B607FC"/>
    <w:rsid w:val="00B6108E"/>
    <w:rsid w:val="00B63691"/>
    <w:rsid w:val="00B75CF9"/>
    <w:rsid w:val="00B7638F"/>
    <w:rsid w:val="00B805F4"/>
    <w:rsid w:val="00B80866"/>
    <w:rsid w:val="00B864C0"/>
    <w:rsid w:val="00BA141E"/>
    <w:rsid w:val="00BB747F"/>
    <w:rsid w:val="00BC328C"/>
    <w:rsid w:val="00BC3D47"/>
    <w:rsid w:val="00BC629A"/>
    <w:rsid w:val="00BD2F2B"/>
    <w:rsid w:val="00BD7C26"/>
    <w:rsid w:val="00BE59D6"/>
    <w:rsid w:val="00C02ECB"/>
    <w:rsid w:val="00C131E8"/>
    <w:rsid w:val="00C1354B"/>
    <w:rsid w:val="00C17013"/>
    <w:rsid w:val="00C17194"/>
    <w:rsid w:val="00C216A3"/>
    <w:rsid w:val="00C30B91"/>
    <w:rsid w:val="00C353B7"/>
    <w:rsid w:val="00C41024"/>
    <w:rsid w:val="00C4658C"/>
    <w:rsid w:val="00C46983"/>
    <w:rsid w:val="00C52982"/>
    <w:rsid w:val="00C5516D"/>
    <w:rsid w:val="00C724C7"/>
    <w:rsid w:val="00C73659"/>
    <w:rsid w:val="00C91101"/>
    <w:rsid w:val="00C92455"/>
    <w:rsid w:val="00C93DBE"/>
    <w:rsid w:val="00C93E38"/>
    <w:rsid w:val="00CA15E9"/>
    <w:rsid w:val="00CA3812"/>
    <w:rsid w:val="00CA6FC2"/>
    <w:rsid w:val="00CB589A"/>
    <w:rsid w:val="00CC1A2D"/>
    <w:rsid w:val="00CC2995"/>
    <w:rsid w:val="00CC6F6C"/>
    <w:rsid w:val="00CE2724"/>
    <w:rsid w:val="00CE5FB1"/>
    <w:rsid w:val="00CF2C99"/>
    <w:rsid w:val="00D0266E"/>
    <w:rsid w:val="00D03911"/>
    <w:rsid w:val="00D0622C"/>
    <w:rsid w:val="00D15F3E"/>
    <w:rsid w:val="00D17D6C"/>
    <w:rsid w:val="00D44237"/>
    <w:rsid w:val="00D47CBF"/>
    <w:rsid w:val="00D5289A"/>
    <w:rsid w:val="00D547F2"/>
    <w:rsid w:val="00D63266"/>
    <w:rsid w:val="00D67987"/>
    <w:rsid w:val="00D7547A"/>
    <w:rsid w:val="00D77EA2"/>
    <w:rsid w:val="00D8383A"/>
    <w:rsid w:val="00D83CF1"/>
    <w:rsid w:val="00D85F20"/>
    <w:rsid w:val="00D86CD8"/>
    <w:rsid w:val="00D97D8F"/>
    <w:rsid w:val="00DA18E6"/>
    <w:rsid w:val="00DA332E"/>
    <w:rsid w:val="00DA561C"/>
    <w:rsid w:val="00DA77F4"/>
    <w:rsid w:val="00DB0DB9"/>
    <w:rsid w:val="00DB1CFC"/>
    <w:rsid w:val="00DB1ED2"/>
    <w:rsid w:val="00DB4564"/>
    <w:rsid w:val="00DC094D"/>
    <w:rsid w:val="00DC3D28"/>
    <w:rsid w:val="00DD2288"/>
    <w:rsid w:val="00DE798D"/>
    <w:rsid w:val="00E00538"/>
    <w:rsid w:val="00E2111D"/>
    <w:rsid w:val="00E307E2"/>
    <w:rsid w:val="00E36668"/>
    <w:rsid w:val="00E40957"/>
    <w:rsid w:val="00E41B70"/>
    <w:rsid w:val="00E44732"/>
    <w:rsid w:val="00E46683"/>
    <w:rsid w:val="00E62001"/>
    <w:rsid w:val="00E74427"/>
    <w:rsid w:val="00E920D3"/>
    <w:rsid w:val="00EA66CF"/>
    <w:rsid w:val="00EB25C9"/>
    <w:rsid w:val="00EB649F"/>
    <w:rsid w:val="00EB6625"/>
    <w:rsid w:val="00EB75A9"/>
    <w:rsid w:val="00EC5783"/>
    <w:rsid w:val="00EC5FB5"/>
    <w:rsid w:val="00ED14F5"/>
    <w:rsid w:val="00ED2979"/>
    <w:rsid w:val="00ED3E01"/>
    <w:rsid w:val="00EE3CDF"/>
    <w:rsid w:val="00EE3DF4"/>
    <w:rsid w:val="00EF0273"/>
    <w:rsid w:val="00EF778A"/>
    <w:rsid w:val="00F00E9C"/>
    <w:rsid w:val="00F05826"/>
    <w:rsid w:val="00F17AFE"/>
    <w:rsid w:val="00F263AC"/>
    <w:rsid w:val="00F26697"/>
    <w:rsid w:val="00F31689"/>
    <w:rsid w:val="00F36A25"/>
    <w:rsid w:val="00F37756"/>
    <w:rsid w:val="00F505D3"/>
    <w:rsid w:val="00F52399"/>
    <w:rsid w:val="00F54BC4"/>
    <w:rsid w:val="00F621FC"/>
    <w:rsid w:val="00F82F2C"/>
    <w:rsid w:val="00F8651F"/>
    <w:rsid w:val="00F86742"/>
    <w:rsid w:val="00F87A06"/>
    <w:rsid w:val="00F97EEB"/>
    <w:rsid w:val="00FA66FC"/>
    <w:rsid w:val="00FB3B88"/>
    <w:rsid w:val="00FB5770"/>
    <w:rsid w:val="00FC7F58"/>
    <w:rsid w:val="00FD0C3F"/>
    <w:rsid w:val="00FF2370"/>
    <w:rsid w:val="00FF38F8"/>
    <w:rsid w:val="00FF6190"/>
    <w:rsid w:val="00FF73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BE3B9B"/>
  <w15:docId w15:val="{56CE523A-0902-4F03-BB00-A25499EDB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F242E"/>
    <w:rPr>
      <w:rFonts w:ascii="Times New Roman" w:eastAsia="Times New Roman" w:hAnsi="Times New Roman"/>
      <w:sz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rsid w:val="00DE798D"/>
    <w:pPr>
      <w:tabs>
        <w:tab w:val="center" w:pos="4819"/>
        <w:tab w:val="right" w:pos="9638"/>
      </w:tabs>
    </w:pPr>
  </w:style>
  <w:style w:type="character" w:customStyle="1" w:styleId="PoratDiagrama">
    <w:name w:val="Poraštė Diagrama"/>
    <w:basedOn w:val="Numatytasispastraiposriftas"/>
    <w:link w:val="Porat"/>
    <w:rsid w:val="00DE798D"/>
    <w:rPr>
      <w:rFonts w:ascii="TimesLT" w:eastAsia="Times New Roman" w:hAnsi="TimesLT" w:cs="Times New Roman"/>
      <w:sz w:val="20"/>
      <w:szCs w:val="20"/>
      <w:lang w:val="en-GB"/>
    </w:rPr>
  </w:style>
  <w:style w:type="paragraph" w:styleId="Antrats">
    <w:name w:val="header"/>
    <w:basedOn w:val="prastasis"/>
    <w:link w:val="AntratsDiagrama"/>
    <w:uiPriority w:val="99"/>
    <w:rsid w:val="00DE798D"/>
    <w:pPr>
      <w:tabs>
        <w:tab w:val="center" w:pos="4819"/>
        <w:tab w:val="right" w:pos="9638"/>
      </w:tabs>
    </w:pPr>
  </w:style>
  <w:style w:type="character" w:customStyle="1" w:styleId="AntratsDiagrama">
    <w:name w:val="Antraštės Diagrama"/>
    <w:basedOn w:val="Numatytasispastraiposriftas"/>
    <w:link w:val="Antrats"/>
    <w:uiPriority w:val="99"/>
    <w:rsid w:val="00DE798D"/>
    <w:rPr>
      <w:rFonts w:ascii="TimesLT" w:eastAsia="Times New Roman" w:hAnsi="TimesLT" w:cs="Times New Roman"/>
      <w:sz w:val="20"/>
      <w:szCs w:val="20"/>
      <w:lang w:val="en-GB"/>
    </w:rPr>
  </w:style>
  <w:style w:type="character" w:styleId="Hipersaitas">
    <w:name w:val="Hyperlink"/>
    <w:basedOn w:val="Numatytasispastraiposriftas"/>
    <w:uiPriority w:val="99"/>
    <w:rsid w:val="00DE798D"/>
    <w:rPr>
      <w:color w:val="0000FF"/>
      <w:u w:val="single"/>
    </w:rPr>
  </w:style>
  <w:style w:type="character" w:styleId="Puslapionumeris">
    <w:name w:val="page number"/>
    <w:basedOn w:val="Numatytasispastraiposriftas"/>
    <w:rsid w:val="00DE798D"/>
  </w:style>
  <w:style w:type="paragraph" w:styleId="Dokumentostruktra">
    <w:name w:val="Document Map"/>
    <w:basedOn w:val="prastasis"/>
    <w:link w:val="DokumentostruktraDiagrama"/>
    <w:uiPriority w:val="99"/>
    <w:semiHidden/>
    <w:unhideWhenUsed/>
    <w:rsid w:val="003A77FB"/>
    <w:rPr>
      <w:rFonts w:ascii="Tahoma" w:hAnsi="Tahoma" w:cs="Tahoma"/>
      <w:sz w:val="16"/>
      <w:szCs w:val="16"/>
    </w:rPr>
  </w:style>
  <w:style w:type="character" w:customStyle="1" w:styleId="DokumentostruktraDiagrama">
    <w:name w:val="Dokumento struktūra Diagrama"/>
    <w:basedOn w:val="Numatytasispastraiposriftas"/>
    <w:link w:val="Dokumentostruktra"/>
    <w:uiPriority w:val="99"/>
    <w:semiHidden/>
    <w:rsid w:val="003A77FB"/>
    <w:rPr>
      <w:rFonts w:ascii="Tahoma" w:eastAsia="Times New Roman" w:hAnsi="Tahoma" w:cs="Tahoma"/>
      <w:sz w:val="16"/>
      <w:szCs w:val="16"/>
      <w:lang w:val="en-GB" w:eastAsia="en-US"/>
    </w:rPr>
  </w:style>
  <w:style w:type="paragraph" w:styleId="Debesliotekstas">
    <w:name w:val="Balloon Text"/>
    <w:basedOn w:val="prastasis"/>
    <w:link w:val="DebesliotekstasDiagrama"/>
    <w:uiPriority w:val="99"/>
    <w:semiHidden/>
    <w:unhideWhenUsed/>
    <w:rsid w:val="00D5289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5289A"/>
    <w:rPr>
      <w:rFonts w:ascii="Tahoma" w:eastAsia="Times New Roman" w:hAnsi="Tahoma" w:cs="Tahoma"/>
      <w:sz w:val="16"/>
      <w:szCs w:val="16"/>
      <w:lang w:val="en-GB" w:eastAsia="en-US"/>
    </w:rPr>
  </w:style>
  <w:style w:type="paragraph" w:customStyle="1" w:styleId="AssecoParagraphNormalFirstLine">
    <w:name w:val="Asseco Paragraph Normal First Line"/>
    <w:basedOn w:val="prastasis"/>
    <w:qFormat/>
    <w:rsid w:val="00C02ECB"/>
    <w:pPr>
      <w:ind w:firstLine="709"/>
      <w:jc w:val="both"/>
    </w:pPr>
    <w:rPr>
      <w:rFonts w:ascii="Calibri" w:hAnsi="Calibri"/>
      <w:sz w:val="22"/>
      <w:lang w:val="lt-LT" w:eastAsia="pl-PL"/>
    </w:rPr>
  </w:style>
  <w:style w:type="paragraph" w:styleId="HTMLiankstoformatuotas">
    <w:name w:val="HTML Preformatted"/>
    <w:basedOn w:val="prastasis"/>
    <w:link w:val="HTMLiankstoformatuotasDiagrama"/>
    <w:semiHidden/>
    <w:rsid w:val="00E40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iankstoformatuotasDiagrama">
    <w:name w:val="HTML iš anksto formatuotas Diagrama"/>
    <w:basedOn w:val="Numatytasispastraiposriftas"/>
    <w:link w:val="HTMLiankstoformatuotas"/>
    <w:semiHidden/>
    <w:rsid w:val="00E40957"/>
    <w:rPr>
      <w:rFonts w:ascii="Courier New" w:eastAsia="Courier New" w:hAnsi="Courier New" w:cs="Courier New"/>
      <w:lang w:val="en-GB" w:eastAsia="en-US"/>
    </w:rPr>
  </w:style>
  <w:style w:type="character" w:styleId="Perirtashipersaitas">
    <w:name w:val="FollowedHyperlink"/>
    <w:basedOn w:val="Numatytasispastraiposriftas"/>
    <w:uiPriority w:val="99"/>
    <w:semiHidden/>
    <w:unhideWhenUsed/>
    <w:rsid w:val="003664A4"/>
    <w:rPr>
      <w:color w:val="800080" w:themeColor="followedHyperlink"/>
      <w:u w:val="single"/>
    </w:rPr>
  </w:style>
  <w:style w:type="paragraph" w:customStyle="1" w:styleId="ZnakZnakCharCharChar">
    <w:name w:val="Znak Znak Char Char Char"/>
    <w:basedOn w:val="prastasis"/>
    <w:rsid w:val="0070454A"/>
    <w:rPr>
      <w:szCs w:val="24"/>
      <w:lang w:val="pl-PL" w:eastAsia="pl-PL"/>
    </w:rPr>
  </w:style>
  <w:style w:type="character" w:customStyle="1" w:styleId="pareigos1">
    <w:name w:val="pareigos1"/>
    <w:basedOn w:val="Numatytasispastraiposriftas"/>
    <w:rsid w:val="004A69C5"/>
    <w:rPr>
      <w:rFonts w:ascii="Arial" w:hAnsi="Arial" w:cs="Arial" w:hint="default"/>
      <w:b/>
      <w:bCs/>
      <w:vanish w:val="0"/>
      <w:webHidden w:val="0"/>
      <w:specVanish w:val="0"/>
    </w:rPr>
  </w:style>
  <w:style w:type="character" w:customStyle="1" w:styleId="vardas1">
    <w:name w:val="vardas1"/>
    <w:basedOn w:val="Numatytasispastraiposriftas"/>
    <w:rsid w:val="004A69C5"/>
    <w:rPr>
      <w:rFonts w:ascii="Arial" w:hAnsi="Arial" w:cs="Arial" w:hint="default"/>
      <w:b/>
      <w:bCs/>
      <w:vanish w:val="0"/>
      <w:webHidden w:val="0"/>
      <w:specVanish w:val="0"/>
    </w:rPr>
  </w:style>
  <w:style w:type="paragraph" w:customStyle="1" w:styleId="Default">
    <w:name w:val="Default"/>
    <w:rsid w:val="00747F4D"/>
    <w:pPr>
      <w:autoSpaceDE w:val="0"/>
      <w:autoSpaceDN w:val="0"/>
      <w:adjustRightInd w:val="0"/>
    </w:pPr>
    <w:rPr>
      <w:rFonts w:ascii="EUAlbertina" w:hAnsi="EUAlbertina" w:cs="EUAlbertina"/>
      <w:color w:val="000000"/>
      <w:sz w:val="24"/>
      <w:szCs w:val="24"/>
    </w:rPr>
  </w:style>
  <w:style w:type="paragraph" w:styleId="Sraopastraipa">
    <w:name w:val="List Paragraph"/>
    <w:basedOn w:val="prastasis"/>
    <w:uiPriority w:val="34"/>
    <w:qFormat/>
    <w:rsid w:val="00747F4D"/>
    <w:pPr>
      <w:ind w:left="720"/>
      <w:contextualSpacing/>
    </w:pPr>
  </w:style>
  <w:style w:type="paragraph" w:customStyle="1" w:styleId="c01pointnumerotealtn">
    <w:name w:val="c01pointnumerotealtn"/>
    <w:basedOn w:val="prastasis"/>
    <w:rsid w:val="008E1D22"/>
    <w:pPr>
      <w:spacing w:before="100" w:beforeAutospacing="1" w:after="240"/>
      <w:ind w:left="567" w:hanging="539"/>
      <w:jc w:val="both"/>
    </w:pPr>
    <w:rPr>
      <w:szCs w:val="24"/>
      <w:lang w:val="lt-LT" w:eastAsia="lt-LT"/>
    </w:rPr>
  </w:style>
  <w:style w:type="character" w:styleId="Komentaronuoroda">
    <w:name w:val="annotation reference"/>
    <w:basedOn w:val="Numatytasispastraiposriftas"/>
    <w:unhideWhenUsed/>
    <w:rsid w:val="00797826"/>
    <w:rPr>
      <w:sz w:val="16"/>
      <w:szCs w:val="16"/>
    </w:rPr>
  </w:style>
  <w:style w:type="paragraph" w:styleId="Komentarotekstas">
    <w:name w:val="annotation text"/>
    <w:basedOn w:val="prastasis"/>
    <w:link w:val="KomentarotekstasDiagrama"/>
    <w:unhideWhenUsed/>
    <w:rsid w:val="00797826"/>
    <w:rPr>
      <w:sz w:val="20"/>
    </w:rPr>
  </w:style>
  <w:style w:type="character" w:customStyle="1" w:styleId="KomentarotekstasDiagrama">
    <w:name w:val="Komentaro tekstas Diagrama"/>
    <w:basedOn w:val="Numatytasispastraiposriftas"/>
    <w:link w:val="Komentarotekstas"/>
    <w:rsid w:val="00797826"/>
    <w:rPr>
      <w:rFonts w:ascii="Times New Roman" w:eastAsia="Times New Roman" w:hAnsi="Times New Roman"/>
      <w:lang w:val="en-GB" w:eastAsia="en-US"/>
    </w:rPr>
  </w:style>
  <w:style w:type="paragraph" w:styleId="Komentarotema">
    <w:name w:val="annotation subject"/>
    <w:basedOn w:val="Komentarotekstas"/>
    <w:next w:val="Komentarotekstas"/>
    <w:link w:val="KomentarotemaDiagrama"/>
    <w:uiPriority w:val="99"/>
    <w:semiHidden/>
    <w:unhideWhenUsed/>
    <w:rsid w:val="00797826"/>
    <w:rPr>
      <w:b/>
      <w:bCs/>
    </w:rPr>
  </w:style>
  <w:style w:type="character" w:customStyle="1" w:styleId="KomentarotemaDiagrama">
    <w:name w:val="Komentaro tema Diagrama"/>
    <w:basedOn w:val="KomentarotekstasDiagrama"/>
    <w:link w:val="Komentarotema"/>
    <w:uiPriority w:val="99"/>
    <w:semiHidden/>
    <w:rsid w:val="00797826"/>
    <w:rPr>
      <w:rFonts w:ascii="Times New Roman" w:eastAsia="Times New Roman" w:hAnsi="Times New Roman"/>
      <w:b/>
      <w:bCs/>
      <w:lang w:val="en-GB" w:eastAsia="en-US"/>
    </w:rPr>
  </w:style>
  <w:style w:type="character" w:styleId="Neapdorotaspaminjimas">
    <w:name w:val="Unresolved Mention"/>
    <w:basedOn w:val="Numatytasispastraiposriftas"/>
    <w:uiPriority w:val="99"/>
    <w:semiHidden/>
    <w:unhideWhenUsed/>
    <w:rsid w:val="004954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678730">
      <w:bodyDiv w:val="1"/>
      <w:marLeft w:val="0"/>
      <w:marRight w:val="0"/>
      <w:marTop w:val="0"/>
      <w:marBottom w:val="0"/>
      <w:divBdr>
        <w:top w:val="none" w:sz="0" w:space="0" w:color="auto"/>
        <w:left w:val="none" w:sz="0" w:space="0" w:color="auto"/>
        <w:bottom w:val="none" w:sz="0" w:space="0" w:color="auto"/>
        <w:right w:val="none" w:sz="0" w:space="0" w:color="auto"/>
      </w:divBdr>
    </w:div>
    <w:div w:id="230427251">
      <w:bodyDiv w:val="1"/>
      <w:marLeft w:val="0"/>
      <w:marRight w:val="0"/>
      <w:marTop w:val="0"/>
      <w:marBottom w:val="0"/>
      <w:divBdr>
        <w:top w:val="none" w:sz="0" w:space="0" w:color="auto"/>
        <w:left w:val="none" w:sz="0" w:space="0" w:color="auto"/>
        <w:bottom w:val="none" w:sz="0" w:space="0" w:color="auto"/>
        <w:right w:val="none" w:sz="0" w:space="0" w:color="auto"/>
      </w:divBdr>
      <w:divsChild>
        <w:div w:id="2007972034">
          <w:marLeft w:val="0"/>
          <w:marRight w:val="0"/>
          <w:marTop w:val="0"/>
          <w:marBottom w:val="0"/>
          <w:divBdr>
            <w:top w:val="none" w:sz="0" w:space="0" w:color="auto"/>
            <w:left w:val="none" w:sz="0" w:space="0" w:color="auto"/>
            <w:bottom w:val="none" w:sz="0" w:space="0" w:color="auto"/>
            <w:right w:val="none" w:sz="0" w:space="0" w:color="auto"/>
          </w:divBdr>
          <w:divsChild>
            <w:div w:id="725763664">
              <w:marLeft w:val="0"/>
              <w:marRight w:val="0"/>
              <w:marTop w:val="0"/>
              <w:marBottom w:val="0"/>
              <w:divBdr>
                <w:top w:val="none" w:sz="0" w:space="0" w:color="auto"/>
                <w:left w:val="none" w:sz="0" w:space="0" w:color="auto"/>
                <w:bottom w:val="none" w:sz="0" w:space="0" w:color="auto"/>
                <w:right w:val="none" w:sz="0" w:space="0" w:color="auto"/>
              </w:divBdr>
              <w:divsChild>
                <w:div w:id="1432164068">
                  <w:marLeft w:val="0"/>
                  <w:marRight w:val="0"/>
                  <w:marTop w:val="0"/>
                  <w:marBottom w:val="0"/>
                  <w:divBdr>
                    <w:top w:val="none" w:sz="0" w:space="0" w:color="auto"/>
                    <w:left w:val="none" w:sz="0" w:space="0" w:color="auto"/>
                    <w:bottom w:val="none" w:sz="0" w:space="0" w:color="auto"/>
                    <w:right w:val="none" w:sz="0" w:space="0" w:color="auto"/>
                  </w:divBdr>
                  <w:divsChild>
                    <w:div w:id="1800370940">
                      <w:marLeft w:val="0"/>
                      <w:marRight w:val="0"/>
                      <w:marTop w:val="0"/>
                      <w:marBottom w:val="0"/>
                      <w:divBdr>
                        <w:top w:val="none" w:sz="0" w:space="0" w:color="auto"/>
                        <w:left w:val="none" w:sz="0" w:space="0" w:color="auto"/>
                        <w:bottom w:val="none" w:sz="0" w:space="0" w:color="auto"/>
                        <w:right w:val="none" w:sz="0" w:space="0" w:color="auto"/>
                      </w:divBdr>
                      <w:divsChild>
                        <w:div w:id="1943339988">
                          <w:marLeft w:val="0"/>
                          <w:marRight w:val="0"/>
                          <w:marTop w:val="0"/>
                          <w:marBottom w:val="0"/>
                          <w:divBdr>
                            <w:top w:val="none" w:sz="0" w:space="0" w:color="auto"/>
                            <w:left w:val="single" w:sz="6" w:space="15" w:color="DCDCDC"/>
                            <w:bottom w:val="single" w:sz="6" w:space="15" w:color="DCDCDC"/>
                            <w:right w:val="single" w:sz="6" w:space="15" w:color="DCDCDC"/>
                          </w:divBdr>
                          <w:divsChild>
                            <w:div w:id="1567883577">
                              <w:marLeft w:val="0"/>
                              <w:marRight w:val="0"/>
                              <w:marTop w:val="0"/>
                              <w:marBottom w:val="300"/>
                              <w:divBdr>
                                <w:top w:val="none" w:sz="0" w:space="0" w:color="auto"/>
                                <w:left w:val="none" w:sz="0" w:space="0" w:color="auto"/>
                                <w:bottom w:val="none" w:sz="0" w:space="0" w:color="auto"/>
                                <w:right w:val="none" w:sz="0" w:space="0" w:color="auto"/>
                              </w:divBdr>
                              <w:divsChild>
                                <w:div w:id="190868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3391259">
      <w:bodyDiv w:val="1"/>
      <w:marLeft w:val="0"/>
      <w:marRight w:val="0"/>
      <w:marTop w:val="0"/>
      <w:marBottom w:val="0"/>
      <w:divBdr>
        <w:top w:val="none" w:sz="0" w:space="0" w:color="auto"/>
        <w:left w:val="none" w:sz="0" w:space="0" w:color="auto"/>
        <w:bottom w:val="none" w:sz="0" w:space="0" w:color="auto"/>
        <w:right w:val="none" w:sz="0" w:space="0" w:color="auto"/>
      </w:divBdr>
    </w:div>
    <w:div w:id="607784066">
      <w:bodyDiv w:val="1"/>
      <w:marLeft w:val="0"/>
      <w:marRight w:val="0"/>
      <w:marTop w:val="0"/>
      <w:marBottom w:val="0"/>
      <w:divBdr>
        <w:top w:val="none" w:sz="0" w:space="0" w:color="auto"/>
        <w:left w:val="none" w:sz="0" w:space="0" w:color="auto"/>
        <w:bottom w:val="none" w:sz="0" w:space="0" w:color="auto"/>
        <w:right w:val="none" w:sz="0" w:space="0" w:color="auto"/>
      </w:divBdr>
      <w:divsChild>
        <w:div w:id="936333235">
          <w:marLeft w:val="0"/>
          <w:marRight w:val="0"/>
          <w:marTop w:val="0"/>
          <w:marBottom w:val="0"/>
          <w:divBdr>
            <w:top w:val="none" w:sz="0" w:space="0" w:color="auto"/>
            <w:left w:val="none" w:sz="0" w:space="0" w:color="auto"/>
            <w:bottom w:val="none" w:sz="0" w:space="0" w:color="auto"/>
            <w:right w:val="none" w:sz="0" w:space="0" w:color="auto"/>
          </w:divBdr>
          <w:divsChild>
            <w:div w:id="1281497975">
              <w:marLeft w:val="0"/>
              <w:marRight w:val="0"/>
              <w:marTop w:val="0"/>
              <w:marBottom w:val="0"/>
              <w:divBdr>
                <w:top w:val="none" w:sz="0" w:space="0" w:color="auto"/>
                <w:left w:val="none" w:sz="0" w:space="0" w:color="auto"/>
                <w:bottom w:val="none" w:sz="0" w:space="0" w:color="auto"/>
                <w:right w:val="none" w:sz="0" w:space="0" w:color="auto"/>
              </w:divBdr>
              <w:divsChild>
                <w:div w:id="1916742397">
                  <w:marLeft w:val="0"/>
                  <w:marRight w:val="0"/>
                  <w:marTop w:val="0"/>
                  <w:marBottom w:val="0"/>
                  <w:divBdr>
                    <w:top w:val="none" w:sz="0" w:space="0" w:color="auto"/>
                    <w:left w:val="none" w:sz="0" w:space="0" w:color="auto"/>
                    <w:bottom w:val="none" w:sz="0" w:space="0" w:color="auto"/>
                    <w:right w:val="none" w:sz="0" w:space="0" w:color="auto"/>
                  </w:divBdr>
                  <w:divsChild>
                    <w:div w:id="1684093035">
                      <w:marLeft w:val="0"/>
                      <w:marRight w:val="0"/>
                      <w:marTop w:val="0"/>
                      <w:marBottom w:val="0"/>
                      <w:divBdr>
                        <w:top w:val="none" w:sz="0" w:space="0" w:color="auto"/>
                        <w:left w:val="none" w:sz="0" w:space="0" w:color="auto"/>
                        <w:bottom w:val="none" w:sz="0" w:space="0" w:color="auto"/>
                        <w:right w:val="none" w:sz="0" w:space="0" w:color="auto"/>
                      </w:divBdr>
                      <w:divsChild>
                        <w:div w:id="95911724">
                          <w:marLeft w:val="0"/>
                          <w:marRight w:val="0"/>
                          <w:marTop w:val="0"/>
                          <w:marBottom w:val="0"/>
                          <w:divBdr>
                            <w:top w:val="none" w:sz="0" w:space="0" w:color="auto"/>
                            <w:left w:val="single" w:sz="6" w:space="15" w:color="DCDCDC"/>
                            <w:bottom w:val="single" w:sz="6" w:space="15" w:color="DCDCDC"/>
                            <w:right w:val="single" w:sz="6" w:space="15" w:color="DCDCDC"/>
                          </w:divBdr>
                          <w:divsChild>
                            <w:div w:id="713846975">
                              <w:marLeft w:val="0"/>
                              <w:marRight w:val="0"/>
                              <w:marTop w:val="225"/>
                              <w:marBottom w:val="225"/>
                              <w:divBdr>
                                <w:top w:val="none" w:sz="0" w:space="0" w:color="auto"/>
                                <w:left w:val="none" w:sz="0" w:space="0" w:color="auto"/>
                                <w:bottom w:val="single" w:sz="6" w:space="8" w:color="DCDCDC"/>
                                <w:right w:val="none" w:sz="0" w:space="0" w:color="auto"/>
                              </w:divBdr>
                              <w:divsChild>
                                <w:div w:id="133222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7597505">
      <w:bodyDiv w:val="1"/>
      <w:marLeft w:val="0"/>
      <w:marRight w:val="0"/>
      <w:marTop w:val="0"/>
      <w:marBottom w:val="0"/>
      <w:divBdr>
        <w:top w:val="none" w:sz="0" w:space="0" w:color="auto"/>
        <w:left w:val="none" w:sz="0" w:space="0" w:color="auto"/>
        <w:bottom w:val="none" w:sz="0" w:space="0" w:color="auto"/>
        <w:right w:val="none" w:sz="0" w:space="0" w:color="auto"/>
      </w:divBdr>
    </w:div>
    <w:div w:id="1622491307">
      <w:bodyDiv w:val="1"/>
      <w:marLeft w:val="0"/>
      <w:marRight w:val="0"/>
      <w:marTop w:val="0"/>
      <w:marBottom w:val="0"/>
      <w:divBdr>
        <w:top w:val="none" w:sz="0" w:space="0" w:color="auto"/>
        <w:left w:val="none" w:sz="0" w:space="0" w:color="auto"/>
        <w:bottom w:val="none" w:sz="0" w:space="0" w:color="auto"/>
        <w:right w:val="none" w:sz="0" w:space="0" w:color="auto"/>
      </w:divBdr>
      <w:divsChild>
        <w:div w:id="857503432">
          <w:marLeft w:val="0"/>
          <w:marRight w:val="0"/>
          <w:marTop w:val="0"/>
          <w:marBottom w:val="0"/>
          <w:divBdr>
            <w:top w:val="none" w:sz="0" w:space="0" w:color="auto"/>
            <w:left w:val="none" w:sz="0" w:space="0" w:color="auto"/>
            <w:bottom w:val="none" w:sz="0" w:space="0" w:color="auto"/>
            <w:right w:val="none" w:sz="0" w:space="0" w:color="auto"/>
          </w:divBdr>
          <w:divsChild>
            <w:div w:id="16373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4764">
      <w:bodyDiv w:val="1"/>
      <w:marLeft w:val="0"/>
      <w:marRight w:val="0"/>
      <w:marTop w:val="0"/>
      <w:marBottom w:val="0"/>
      <w:divBdr>
        <w:top w:val="none" w:sz="0" w:space="0" w:color="auto"/>
        <w:left w:val="none" w:sz="0" w:space="0" w:color="auto"/>
        <w:bottom w:val="none" w:sz="0" w:space="0" w:color="auto"/>
        <w:right w:val="none" w:sz="0" w:space="0" w:color="auto"/>
      </w:divBdr>
      <w:divsChild>
        <w:div w:id="1504854106">
          <w:marLeft w:val="0"/>
          <w:marRight w:val="0"/>
          <w:marTop w:val="0"/>
          <w:marBottom w:val="0"/>
          <w:divBdr>
            <w:top w:val="none" w:sz="0" w:space="0" w:color="auto"/>
            <w:left w:val="none" w:sz="0" w:space="0" w:color="auto"/>
            <w:bottom w:val="none" w:sz="0" w:space="0" w:color="auto"/>
            <w:right w:val="none" w:sz="0" w:space="0" w:color="auto"/>
          </w:divBdr>
          <w:divsChild>
            <w:div w:id="173823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netcode.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ocmin.lrv.lt" TargetMode="External"/><Relationship Id="rId4" Type="http://schemas.openxmlformats.org/officeDocument/2006/relationships/settings" Target="settings.xml"/><Relationship Id="rId9" Type="http://schemas.openxmlformats.org/officeDocument/2006/relationships/hyperlink" Target="mailto:post@socmin.lt" TargetMode="External"/><Relationship Id="rId14" Type="http://schemas.openxmlformats.org/officeDocument/2006/relationships/hyperlink" Target="mailto:mariana.ziukiene@socmin.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gimantass\Documents\_Txt\RASTAS_Padalinio_2011_liepsna.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31E5F-7F7E-4125-BC72-90597B500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RASTAS_Padalinio_2011_liepsna.dot</Template>
  <TotalTime>0</TotalTime>
  <Pages>1</Pages>
  <Words>1934</Words>
  <Characters>1103</Characters>
  <Application>Microsoft Office Word</Application>
  <DocSecurity>8</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Soc. apsaugos ir darbo min.</Company>
  <LinksUpToDate>false</LinksUpToDate>
  <CharactersWithSpaces>3031</CharactersWithSpaces>
  <SharedDoc>false</SharedDoc>
  <HLinks>
    <vt:vector size="12" baseType="variant">
      <vt:variant>
        <vt:i4>524368</vt:i4>
      </vt:variant>
      <vt:variant>
        <vt:i4>27</vt:i4>
      </vt:variant>
      <vt:variant>
        <vt:i4>0</vt:i4>
      </vt:variant>
      <vt:variant>
        <vt:i4>5</vt:i4>
      </vt:variant>
      <vt:variant>
        <vt:lpwstr>http://www.socmin.lt/</vt:lpwstr>
      </vt:variant>
      <vt:variant>
        <vt:lpwstr/>
      </vt:variant>
      <vt:variant>
        <vt:i4>2162694</vt:i4>
      </vt:variant>
      <vt:variant>
        <vt:i4>24</vt:i4>
      </vt:variant>
      <vt:variant>
        <vt:i4>0</vt:i4>
      </vt:variant>
      <vt:variant>
        <vt:i4>5</vt:i4>
      </vt:variant>
      <vt:variant>
        <vt:lpwstr>mailto:post@socmin.lt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Algimantas Simanavicius</dc:creator>
  <cp:lastModifiedBy>Laima Snieganaitė</cp:lastModifiedBy>
  <cp:revision>1</cp:revision>
  <cp:lastPrinted>2019-02-14T09:18:00Z</cp:lastPrinted>
  <dcterms:created xsi:type="dcterms:W3CDTF">2025-07-16T12:41:00Z</dcterms:created>
  <dcterms:modified xsi:type="dcterms:W3CDTF">2025-07-16T12:41:00Z</dcterms:modified>
</cp:coreProperties>
</file>